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E4" w:rsidRDefault="00E66AE4" w:rsidP="009D504B">
      <w:pPr>
        <w:pStyle w:val="2"/>
        <w:shd w:val="clear" w:color="auto" w:fill="auto"/>
        <w:spacing w:after="0" w:line="240" w:lineRule="auto"/>
        <w:ind w:left="10420" w:right="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66AE4" w:rsidRDefault="00E66AE4" w:rsidP="0013627B">
      <w:pPr>
        <w:pStyle w:val="2"/>
        <w:shd w:val="clear" w:color="auto" w:fill="auto"/>
        <w:spacing w:after="0" w:line="240" w:lineRule="auto"/>
        <w:ind w:left="10420" w:right="4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</w:t>
      </w:r>
      <w:r w:rsidRPr="007259AE">
        <w:rPr>
          <w:sz w:val="28"/>
          <w:szCs w:val="28"/>
        </w:rPr>
        <w:t xml:space="preserve">рования </w:t>
      </w:r>
      <w:r>
        <w:rPr>
          <w:sz w:val="28"/>
          <w:szCs w:val="28"/>
        </w:rPr>
        <w:t xml:space="preserve">и обеспечения </w:t>
      </w:r>
      <w:r w:rsidRPr="007259AE">
        <w:rPr>
          <w:sz w:val="28"/>
          <w:szCs w:val="28"/>
        </w:rPr>
        <w:t>спортивных сборных команд муниципального образования</w:t>
      </w:r>
      <w:r>
        <w:rPr>
          <w:sz w:val="28"/>
          <w:szCs w:val="28"/>
        </w:rPr>
        <w:t xml:space="preserve"> </w:t>
      </w:r>
      <w:r w:rsidRPr="007259AE">
        <w:rPr>
          <w:sz w:val="28"/>
          <w:szCs w:val="28"/>
        </w:rPr>
        <w:t>город-курорт Геленджик</w:t>
      </w:r>
    </w:p>
    <w:p w:rsidR="00E66AE4" w:rsidRDefault="00E66AE4"/>
    <w:p w:rsidR="00E66AE4" w:rsidRDefault="00E66AE4"/>
    <w:tbl>
      <w:tblPr>
        <w:tblW w:w="14688" w:type="dxa"/>
        <w:tblInd w:w="-106" w:type="dxa"/>
        <w:tblLayout w:type="fixed"/>
        <w:tblLook w:val="00A0"/>
      </w:tblPr>
      <w:tblGrid>
        <w:gridCol w:w="9318"/>
        <w:gridCol w:w="5370"/>
      </w:tblGrid>
      <w:tr w:rsidR="00E66AE4" w:rsidRPr="00264A0A" w:rsidTr="00FD49B7">
        <w:tc>
          <w:tcPr>
            <w:tcW w:w="9318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A0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A0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физической культуре и спорту администрации муниципального образования город-курорт Геленджик</w:t>
            </w:r>
          </w:p>
          <w:p w:rsidR="00E66AE4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A0A">
              <w:rPr>
                <w:rFonts w:ascii="Times New Roman" w:hAnsi="Times New Roman" w:cs="Times New Roman"/>
                <w:sz w:val="28"/>
                <w:szCs w:val="28"/>
              </w:rPr>
              <w:t>«_____»___________________________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A0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E66AE4" w:rsidRPr="001E42ED" w:rsidRDefault="00E66AE4" w:rsidP="001E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2ED">
        <w:rPr>
          <w:rFonts w:ascii="Times New Roman" w:hAnsi="Times New Roman" w:cs="Times New Roman"/>
          <w:sz w:val="28"/>
          <w:szCs w:val="28"/>
        </w:rPr>
        <w:t>СПИСОК</w:t>
      </w:r>
    </w:p>
    <w:p w:rsidR="00E66AE4" w:rsidRPr="001E42ED" w:rsidRDefault="00E66AE4" w:rsidP="001E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E42ED">
        <w:rPr>
          <w:rFonts w:ascii="Times New Roman" w:hAnsi="Times New Roman" w:cs="Times New Roman"/>
          <w:sz w:val="28"/>
          <w:szCs w:val="28"/>
        </w:rPr>
        <w:t xml:space="preserve">андидатов в спортивные сборные команды муниципального образования город-курорт Геленджик </w:t>
      </w:r>
    </w:p>
    <w:p w:rsidR="00E66AE4" w:rsidRPr="001E42ED" w:rsidRDefault="00E66AE4" w:rsidP="001E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1E42ED">
        <w:rPr>
          <w:rFonts w:ascii="Times New Roman" w:hAnsi="Times New Roman" w:cs="Times New Roman"/>
          <w:sz w:val="28"/>
          <w:szCs w:val="28"/>
        </w:rPr>
        <w:t xml:space="preserve"> __________________ на 20__ год </w:t>
      </w:r>
    </w:p>
    <w:p w:rsidR="00E66AE4" w:rsidRPr="001E42ED" w:rsidRDefault="00E66AE4" w:rsidP="001E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2ED">
        <w:rPr>
          <w:rFonts w:ascii="Times New Roman" w:hAnsi="Times New Roman" w:cs="Times New Roman"/>
          <w:sz w:val="28"/>
          <w:szCs w:val="28"/>
        </w:rPr>
        <w:t>(вид спорта)</w:t>
      </w:r>
    </w:p>
    <w:p w:rsidR="00E66AE4" w:rsidRPr="001E42ED" w:rsidRDefault="00E66AE4" w:rsidP="001E42ED">
      <w:pPr>
        <w:jc w:val="center"/>
        <w:rPr>
          <w:b/>
          <w:bCs/>
        </w:rPr>
      </w:pPr>
    </w:p>
    <w:p w:rsidR="00E66AE4" w:rsidRPr="00825055" w:rsidRDefault="00E66AE4" w:rsidP="001E42ED">
      <w:pPr>
        <w:rPr>
          <w:rFonts w:ascii="Times New Roman" w:hAnsi="Times New Roman" w:cs="Times New Roman"/>
          <w:sz w:val="24"/>
          <w:szCs w:val="24"/>
        </w:rPr>
      </w:pPr>
      <w:r w:rsidRPr="00825055">
        <w:rPr>
          <w:rFonts w:ascii="Times New Roman" w:hAnsi="Times New Roman" w:cs="Times New Roman"/>
          <w:sz w:val="24"/>
          <w:szCs w:val="24"/>
        </w:rPr>
        <w:t>Тренеры и специалисты, работающие с командой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924"/>
        <w:gridCol w:w="1636"/>
        <w:gridCol w:w="3433"/>
        <w:gridCol w:w="2953"/>
        <w:gridCol w:w="2454"/>
      </w:tblGrid>
      <w:tr w:rsidR="00E66AE4" w:rsidRPr="00264A0A" w:rsidTr="00FD49B7">
        <w:tc>
          <w:tcPr>
            <w:tcW w:w="5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24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36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433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звание, разряд, категория</w:t>
            </w:r>
          </w:p>
        </w:tc>
        <w:tc>
          <w:tcPr>
            <w:tcW w:w="2953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Должность в команде</w:t>
            </w:r>
          </w:p>
        </w:tc>
        <w:tc>
          <w:tcPr>
            <w:tcW w:w="2454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Основное место работы</w:t>
            </w:r>
          </w:p>
        </w:tc>
      </w:tr>
      <w:tr w:rsidR="00E66AE4" w:rsidRPr="00264A0A" w:rsidTr="00FD49B7">
        <w:tc>
          <w:tcPr>
            <w:tcW w:w="5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4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E4" w:rsidRDefault="00E66AE4" w:rsidP="001E42ED">
      <w:pPr>
        <w:jc w:val="center"/>
        <w:rPr>
          <w:rFonts w:ascii="Times New Roman" w:hAnsi="Times New Roman" w:cs="Times New Roman"/>
          <w:b/>
          <w:bCs/>
        </w:rPr>
      </w:pPr>
    </w:p>
    <w:p w:rsidR="00E66AE4" w:rsidRDefault="00E66AE4" w:rsidP="001E42ED">
      <w:pPr>
        <w:jc w:val="center"/>
        <w:rPr>
          <w:rFonts w:ascii="Times New Roman" w:hAnsi="Times New Roman" w:cs="Times New Roman"/>
          <w:b/>
          <w:bCs/>
        </w:rPr>
      </w:pPr>
    </w:p>
    <w:p w:rsidR="00E66AE4" w:rsidRDefault="00E66AE4" w:rsidP="001E42ED">
      <w:pPr>
        <w:jc w:val="center"/>
        <w:rPr>
          <w:rFonts w:ascii="Times New Roman" w:hAnsi="Times New Roman" w:cs="Times New Roman"/>
          <w:b/>
          <w:bCs/>
        </w:rPr>
      </w:pPr>
    </w:p>
    <w:p w:rsidR="00E66AE4" w:rsidRPr="00825055" w:rsidRDefault="00E66AE4" w:rsidP="001E42ED">
      <w:pPr>
        <w:jc w:val="center"/>
        <w:rPr>
          <w:rFonts w:ascii="Times New Roman" w:hAnsi="Times New Roman" w:cs="Times New Roman"/>
        </w:rPr>
      </w:pPr>
      <w:r w:rsidRPr="00825055">
        <w:rPr>
          <w:rFonts w:ascii="Times New Roman" w:hAnsi="Times New Roman" w:cs="Times New Roman"/>
        </w:rPr>
        <w:t>ОСНОВНОЙ СОСТАВ</w:t>
      </w:r>
    </w:p>
    <w:p w:rsidR="00E66AE4" w:rsidRPr="00825055" w:rsidRDefault="00E66AE4" w:rsidP="001E42ED">
      <w:pPr>
        <w:rPr>
          <w:rFonts w:ascii="Times New Roman" w:hAnsi="Times New Roman" w:cs="Times New Roman"/>
          <w:sz w:val="24"/>
          <w:szCs w:val="24"/>
        </w:rPr>
      </w:pPr>
      <w:r w:rsidRPr="00825055">
        <w:rPr>
          <w:rFonts w:ascii="Times New Roman" w:hAnsi="Times New Roman" w:cs="Times New Roman"/>
          <w:sz w:val="24"/>
          <w:szCs w:val="24"/>
        </w:rPr>
        <w:t>Мужчины, женщины</w:t>
      </w: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212"/>
        <w:gridCol w:w="1218"/>
        <w:gridCol w:w="1456"/>
        <w:gridCol w:w="1647"/>
        <w:gridCol w:w="1047"/>
        <w:gridCol w:w="1890"/>
        <w:gridCol w:w="2088"/>
        <w:gridCol w:w="1738"/>
        <w:gridCol w:w="2300"/>
      </w:tblGrid>
      <w:tr w:rsidR="00E66AE4" w:rsidRPr="00264A0A">
        <w:tc>
          <w:tcPr>
            <w:tcW w:w="5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91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5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Пол,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спортивное звание, спортивный разряд</w:t>
            </w:r>
          </w:p>
        </w:tc>
        <w:tc>
          <w:tcPr>
            <w:tcW w:w="164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Учреждение (организация)</w:t>
            </w:r>
          </w:p>
        </w:tc>
        <w:tc>
          <w:tcPr>
            <w:tcW w:w="110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Личный тренер</w:t>
            </w:r>
          </w:p>
        </w:tc>
        <w:tc>
          <w:tcPr>
            <w:tcW w:w="189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международных и всероссийских соревнованиях</w:t>
            </w:r>
          </w:p>
        </w:tc>
        <w:tc>
          <w:tcPr>
            <w:tcW w:w="1745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межрегиональных соревнованиях</w:t>
            </w:r>
          </w:p>
        </w:tc>
        <w:tc>
          <w:tcPr>
            <w:tcW w:w="1876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региональных соревнованиях</w:t>
            </w:r>
          </w:p>
        </w:tc>
        <w:tc>
          <w:tcPr>
            <w:tcW w:w="1868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муниципальных, межмуниципальных соревнованиях</w:t>
            </w:r>
          </w:p>
        </w:tc>
      </w:tr>
      <w:tr w:rsidR="00E66AE4" w:rsidRPr="00264A0A">
        <w:tc>
          <w:tcPr>
            <w:tcW w:w="5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E4" w:rsidRPr="00825055" w:rsidRDefault="00E66AE4" w:rsidP="00B5104B">
      <w:pPr>
        <w:spacing w:after="0"/>
      </w:pPr>
    </w:p>
    <w:p w:rsidR="00E66AE4" w:rsidRDefault="00E66AE4" w:rsidP="00B5104B">
      <w:pPr>
        <w:rPr>
          <w:rFonts w:ascii="Times New Roman" w:hAnsi="Times New Roman" w:cs="Times New Roman"/>
          <w:sz w:val="24"/>
          <w:szCs w:val="24"/>
        </w:rPr>
      </w:pPr>
      <w:r w:rsidRPr="00825055">
        <w:rPr>
          <w:rFonts w:ascii="Times New Roman" w:hAnsi="Times New Roman" w:cs="Times New Roman"/>
          <w:sz w:val="24"/>
          <w:szCs w:val="24"/>
        </w:rPr>
        <w:t>Юниоры, юниорки (возраст в соответствии с Единой всероссийской спортивной классификацией)</w:t>
      </w: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212"/>
        <w:gridCol w:w="1218"/>
        <w:gridCol w:w="1456"/>
        <w:gridCol w:w="1647"/>
        <w:gridCol w:w="1047"/>
        <w:gridCol w:w="1890"/>
        <w:gridCol w:w="2088"/>
        <w:gridCol w:w="1738"/>
        <w:gridCol w:w="2300"/>
      </w:tblGrid>
      <w:tr w:rsidR="00E66AE4" w:rsidRPr="00264A0A">
        <w:tc>
          <w:tcPr>
            <w:tcW w:w="5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91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5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Пол,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спортивное звание, спортивный разряд</w:t>
            </w:r>
          </w:p>
        </w:tc>
        <w:tc>
          <w:tcPr>
            <w:tcW w:w="164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Учреждение (организация)</w:t>
            </w:r>
          </w:p>
        </w:tc>
        <w:tc>
          <w:tcPr>
            <w:tcW w:w="110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Личный тренер</w:t>
            </w:r>
          </w:p>
        </w:tc>
        <w:tc>
          <w:tcPr>
            <w:tcW w:w="189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международных и всероссийских соревнованиях</w:t>
            </w:r>
          </w:p>
        </w:tc>
        <w:tc>
          <w:tcPr>
            <w:tcW w:w="1745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межрегиональных соревнованиях</w:t>
            </w:r>
          </w:p>
        </w:tc>
        <w:tc>
          <w:tcPr>
            <w:tcW w:w="1876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региональных соревнованиях</w:t>
            </w:r>
          </w:p>
        </w:tc>
        <w:tc>
          <w:tcPr>
            <w:tcW w:w="1868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муниципальных, межмуниципальных соревнованиях</w:t>
            </w:r>
          </w:p>
        </w:tc>
      </w:tr>
      <w:tr w:rsidR="00E66AE4" w:rsidRPr="00264A0A">
        <w:tc>
          <w:tcPr>
            <w:tcW w:w="5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E4" w:rsidRDefault="00E66AE4" w:rsidP="00B53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AE4" w:rsidRDefault="00E66AE4" w:rsidP="00B5104B">
      <w:pPr>
        <w:rPr>
          <w:rFonts w:ascii="Times New Roman" w:hAnsi="Times New Roman" w:cs="Times New Roman"/>
          <w:sz w:val="24"/>
          <w:szCs w:val="24"/>
        </w:rPr>
      </w:pPr>
      <w:r w:rsidRPr="00825055">
        <w:rPr>
          <w:rFonts w:ascii="Times New Roman" w:hAnsi="Times New Roman" w:cs="Times New Roman"/>
          <w:sz w:val="24"/>
          <w:szCs w:val="24"/>
        </w:rPr>
        <w:t>Юноши, девушки (возраст в соответствии с Единой всероссийской спортивной классификацией)</w:t>
      </w: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212"/>
        <w:gridCol w:w="1218"/>
        <w:gridCol w:w="1456"/>
        <w:gridCol w:w="1647"/>
        <w:gridCol w:w="1047"/>
        <w:gridCol w:w="1890"/>
        <w:gridCol w:w="2088"/>
        <w:gridCol w:w="1738"/>
        <w:gridCol w:w="2300"/>
      </w:tblGrid>
      <w:tr w:rsidR="00E66AE4" w:rsidRPr="00264A0A">
        <w:tc>
          <w:tcPr>
            <w:tcW w:w="5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91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5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Пол,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спортивное звание, спортивный разряд</w:t>
            </w:r>
          </w:p>
        </w:tc>
        <w:tc>
          <w:tcPr>
            <w:tcW w:w="164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Учреждение (организация)</w:t>
            </w:r>
          </w:p>
        </w:tc>
        <w:tc>
          <w:tcPr>
            <w:tcW w:w="110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Личный тренер</w:t>
            </w:r>
          </w:p>
        </w:tc>
        <w:tc>
          <w:tcPr>
            <w:tcW w:w="189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международных и всероссийских соревнованиях</w:t>
            </w:r>
          </w:p>
        </w:tc>
        <w:tc>
          <w:tcPr>
            <w:tcW w:w="1745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межрегиональных соревнованиях</w:t>
            </w:r>
          </w:p>
        </w:tc>
        <w:tc>
          <w:tcPr>
            <w:tcW w:w="1876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региональных соревнованиях</w:t>
            </w:r>
          </w:p>
        </w:tc>
        <w:tc>
          <w:tcPr>
            <w:tcW w:w="1868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муниципальных, межмуниципальных соревнованиях</w:t>
            </w:r>
          </w:p>
        </w:tc>
      </w:tr>
      <w:tr w:rsidR="00E66AE4" w:rsidRPr="00264A0A">
        <w:tc>
          <w:tcPr>
            <w:tcW w:w="5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E4" w:rsidRDefault="00E66AE4" w:rsidP="00B53C66">
      <w:pPr>
        <w:rPr>
          <w:rFonts w:ascii="Times New Roman" w:hAnsi="Times New Roman" w:cs="Times New Roman"/>
        </w:rPr>
      </w:pPr>
    </w:p>
    <w:p w:rsidR="00E66AE4" w:rsidRPr="00825055" w:rsidRDefault="00E66AE4" w:rsidP="00B5104B">
      <w:pPr>
        <w:jc w:val="center"/>
        <w:rPr>
          <w:rFonts w:ascii="Times New Roman" w:hAnsi="Times New Roman" w:cs="Times New Roman"/>
        </w:rPr>
      </w:pPr>
      <w:r w:rsidRPr="00825055">
        <w:rPr>
          <w:rFonts w:ascii="Times New Roman" w:hAnsi="Times New Roman" w:cs="Times New Roman"/>
        </w:rPr>
        <w:t>РЕЗЕРВНЫЙ СОСТАВ</w:t>
      </w:r>
    </w:p>
    <w:p w:rsidR="00E66AE4" w:rsidRDefault="00E66AE4" w:rsidP="00B5104B">
      <w:pPr>
        <w:rPr>
          <w:rFonts w:ascii="Times New Roman" w:hAnsi="Times New Roman" w:cs="Times New Roman"/>
          <w:sz w:val="24"/>
          <w:szCs w:val="24"/>
        </w:rPr>
      </w:pPr>
      <w:r w:rsidRPr="00825055">
        <w:rPr>
          <w:rFonts w:ascii="Times New Roman" w:hAnsi="Times New Roman" w:cs="Times New Roman"/>
          <w:sz w:val="24"/>
          <w:szCs w:val="24"/>
        </w:rPr>
        <w:t xml:space="preserve">Мужчины, женщины, юниоры, юниорки, юноши, девушки </w:t>
      </w: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212"/>
        <w:gridCol w:w="1218"/>
        <w:gridCol w:w="1456"/>
        <w:gridCol w:w="1647"/>
        <w:gridCol w:w="1047"/>
        <w:gridCol w:w="1890"/>
        <w:gridCol w:w="2088"/>
        <w:gridCol w:w="1738"/>
        <w:gridCol w:w="2300"/>
      </w:tblGrid>
      <w:tr w:rsidR="00E66AE4" w:rsidRPr="00264A0A">
        <w:tc>
          <w:tcPr>
            <w:tcW w:w="5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91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5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Пол,</w:t>
            </w:r>
          </w:p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4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спортивное звание, спортивный разряд</w:t>
            </w:r>
          </w:p>
        </w:tc>
        <w:tc>
          <w:tcPr>
            <w:tcW w:w="164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Учреждение (организация)</w:t>
            </w:r>
          </w:p>
        </w:tc>
        <w:tc>
          <w:tcPr>
            <w:tcW w:w="1107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Личный тренер</w:t>
            </w:r>
          </w:p>
        </w:tc>
        <w:tc>
          <w:tcPr>
            <w:tcW w:w="1890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международных и всероссийских соревнованиях</w:t>
            </w:r>
          </w:p>
        </w:tc>
        <w:tc>
          <w:tcPr>
            <w:tcW w:w="1745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межрегиональных соревнованиях</w:t>
            </w:r>
          </w:p>
        </w:tc>
        <w:tc>
          <w:tcPr>
            <w:tcW w:w="1876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региональных соревнованиях</w:t>
            </w:r>
          </w:p>
        </w:tc>
        <w:tc>
          <w:tcPr>
            <w:tcW w:w="1868" w:type="dxa"/>
            <w:vAlign w:val="center"/>
          </w:tcPr>
          <w:p w:rsidR="00E66AE4" w:rsidRPr="00264A0A" w:rsidRDefault="00E66AE4" w:rsidP="00264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0A">
              <w:rPr>
                <w:rFonts w:ascii="Times New Roman" w:hAnsi="Times New Roman" w:cs="Times New Roman"/>
                <w:sz w:val="24"/>
                <w:szCs w:val="24"/>
              </w:rPr>
              <w:t>Высший результат на муниципальных, межмуниципальных соревнованиях</w:t>
            </w:r>
          </w:p>
        </w:tc>
      </w:tr>
      <w:tr w:rsidR="00E66AE4" w:rsidRPr="00264A0A">
        <w:tc>
          <w:tcPr>
            <w:tcW w:w="5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E66AE4" w:rsidRPr="00264A0A" w:rsidRDefault="00E66AE4" w:rsidP="00264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AE4" w:rsidRDefault="00E66AE4" w:rsidP="00B5104B">
      <w:pPr>
        <w:rPr>
          <w:rFonts w:ascii="Times New Roman" w:hAnsi="Times New Roman" w:cs="Times New Roman"/>
          <w:sz w:val="24"/>
          <w:szCs w:val="24"/>
        </w:rPr>
      </w:pPr>
    </w:p>
    <w:p w:rsidR="00E66AE4" w:rsidRPr="00825055" w:rsidRDefault="00E66AE4" w:rsidP="00B5104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6AE4" w:rsidRPr="00B5104B" w:rsidRDefault="00E66AE4" w:rsidP="00B51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B5104B">
        <w:rPr>
          <w:rFonts w:ascii="Times New Roman" w:hAnsi="Times New Roman" w:cs="Times New Roman"/>
          <w:sz w:val="24"/>
          <w:szCs w:val="24"/>
        </w:rPr>
        <w:t>_______________________(__________________________)</w:t>
      </w:r>
    </w:p>
    <w:p w:rsidR="00E66AE4" w:rsidRPr="00B5104B" w:rsidRDefault="00E66AE4" w:rsidP="00B51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E66AE4" w:rsidRDefault="00E66AE4" w:rsidP="00B51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6AE4" w:rsidRDefault="00E66AE4" w:rsidP="00B51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66AE4" w:rsidRDefault="00E66AE4" w:rsidP="00B51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</w:p>
    <w:p w:rsidR="00E66AE4" w:rsidRDefault="00E66AE4" w:rsidP="00B51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E66AE4" w:rsidRPr="00B5104B" w:rsidRDefault="00E66AE4" w:rsidP="00B51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                                                                     Р.А. Давлетукаев</w:t>
      </w:r>
    </w:p>
    <w:sectPr w:rsidR="00E66AE4" w:rsidRPr="00B5104B" w:rsidSect="00FD49B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E4" w:rsidRDefault="00E66AE4" w:rsidP="005F604F">
      <w:pPr>
        <w:spacing w:after="0" w:line="240" w:lineRule="auto"/>
      </w:pPr>
      <w:r>
        <w:separator/>
      </w:r>
    </w:p>
  </w:endnote>
  <w:endnote w:type="continuationSeparator" w:id="0">
    <w:p w:rsidR="00E66AE4" w:rsidRDefault="00E66AE4" w:rsidP="005F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E4" w:rsidRDefault="00E66AE4" w:rsidP="005F604F">
      <w:pPr>
        <w:spacing w:after="0" w:line="240" w:lineRule="auto"/>
      </w:pPr>
      <w:r>
        <w:separator/>
      </w:r>
    </w:p>
  </w:footnote>
  <w:footnote w:type="continuationSeparator" w:id="0">
    <w:p w:rsidR="00E66AE4" w:rsidRDefault="00E66AE4" w:rsidP="005F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AE4" w:rsidRPr="00FD49B7" w:rsidRDefault="00E66AE4" w:rsidP="00E4115F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8"/>
        <w:szCs w:val="28"/>
      </w:rPr>
    </w:pPr>
    <w:r w:rsidRPr="00FD49B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D49B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D49B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3</w:t>
    </w:r>
    <w:r w:rsidRPr="00FD49B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66AE4" w:rsidRPr="005A559A" w:rsidRDefault="00E66AE4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:rsidR="00E66AE4" w:rsidRDefault="00E66A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309"/>
    <w:rsid w:val="00012E29"/>
    <w:rsid w:val="0013627B"/>
    <w:rsid w:val="001B63B5"/>
    <w:rsid w:val="001E42ED"/>
    <w:rsid w:val="00264A0A"/>
    <w:rsid w:val="002F50EA"/>
    <w:rsid w:val="00333309"/>
    <w:rsid w:val="003605C8"/>
    <w:rsid w:val="00481931"/>
    <w:rsid w:val="004C1278"/>
    <w:rsid w:val="00592C0A"/>
    <w:rsid w:val="005A559A"/>
    <w:rsid w:val="005E2C05"/>
    <w:rsid w:val="005F604F"/>
    <w:rsid w:val="007051A5"/>
    <w:rsid w:val="007259AE"/>
    <w:rsid w:val="00746DD2"/>
    <w:rsid w:val="00825055"/>
    <w:rsid w:val="009D504B"/>
    <w:rsid w:val="00B5104B"/>
    <w:rsid w:val="00B53C66"/>
    <w:rsid w:val="00BB57C9"/>
    <w:rsid w:val="00E4115F"/>
    <w:rsid w:val="00E66AE4"/>
    <w:rsid w:val="00EB178A"/>
    <w:rsid w:val="00F85898"/>
    <w:rsid w:val="00F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7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2"/>
    <w:uiPriority w:val="99"/>
    <w:locked/>
    <w:rsid w:val="009D504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Bodytext"/>
    <w:uiPriority w:val="99"/>
    <w:rsid w:val="009D504B"/>
    <w:pPr>
      <w:widowControl w:val="0"/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table" w:styleId="TableGrid">
    <w:name w:val="Table Grid"/>
    <w:basedOn w:val="TableNormal"/>
    <w:uiPriority w:val="99"/>
    <w:rsid w:val="009D50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F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604F"/>
  </w:style>
  <w:style w:type="paragraph" w:styleId="Footer">
    <w:name w:val="footer"/>
    <w:basedOn w:val="Normal"/>
    <w:link w:val="FooterChar"/>
    <w:uiPriority w:val="99"/>
    <w:rsid w:val="005F6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604F"/>
  </w:style>
  <w:style w:type="character" w:styleId="PageNumber">
    <w:name w:val="page number"/>
    <w:basedOn w:val="DefaultParagraphFont"/>
    <w:uiPriority w:val="99"/>
    <w:rsid w:val="00FD4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9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420</Words>
  <Characters>2398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Пользователь Windows</dc:creator>
  <cp:keywords/>
  <dc:description/>
  <cp:lastModifiedBy>Сергей</cp:lastModifiedBy>
  <cp:revision>2</cp:revision>
  <cp:lastPrinted>2021-04-16T12:56:00Z</cp:lastPrinted>
  <dcterms:created xsi:type="dcterms:W3CDTF">2021-04-16T12:56:00Z</dcterms:created>
  <dcterms:modified xsi:type="dcterms:W3CDTF">2021-04-16T12:56:00Z</dcterms:modified>
</cp:coreProperties>
</file>