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674"/>
        <w:gridCol w:w="5997"/>
        <w:gridCol w:w="2106"/>
        <w:gridCol w:w="12"/>
        <w:gridCol w:w="730"/>
        <w:gridCol w:w="971"/>
        <w:gridCol w:w="567"/>
        <w:gridCol w:w="789"/>
        <w:gridCol w:w="628"/>
        <w:gridCol w:w="174"/>
        <w:gridCol w:w="1244"/>
      </w:tblGrid>
      <w:tr w:rsidR="00C7657F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7657F" w:rsidRDefault="00C7657F" w:rsidP="00C7657F">
            <w:pPr>
              <w:ind w:left="1360"/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029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ПРИЛОЖЕНИЕ № </w:t>
            </w:r>
            <w:r w:rsidR="00C0298D">
              <w:rPr>
                <w:szCs w:val="28"/>
              </w:rPr>
              <w:t>7</w:t>
            </w:r>
          </w:p>
        </w:tc>
      </w:tr>
      <w:tr w:rsidR="00C7657F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7657F" w:rsidRDefault="00C7657F" w:rsidP="00C7657F">
            <w:pPr>
              <w:ind w:left="1360"/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0298D" w:rsidP="00C029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C7657F">
              <w:rPr>
                <w:szCs w:val="28"/>
              </w:rPr>
              <w:t xml:space="preserve"> решени</w:t>
            </w:r>
            <w:r>
              <w:rPr>
                <w:szCs w:val="28"/>
              </w:rPr>
              <w:t>ю</w:t>
            </w:r>
            <w:r w:rsidR="00C7657F">
              <w:rPr>
                <w:szCs w:val="28"/>
              </w:rPr>
              <w:t xml:space="preserve"> Думы</w:t>
            </w:r>
          </w:p>
        </w:tc>
      </w:tr>
      <w:tr w:rsidR="00C7657F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7657F" w:rsidRDefault="00C7657F" w:rsidP="00C7657F">
            <w:pPr>
              <w:ind w:left="1360"/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C7657F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C7657F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57F" w:rsidRDefault="00C7657F" w:rsidP="00C765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от __________ № ____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>
              <w:rPr>
                <w:szCs w:val="28"/>
              </w:rPr>
              <w:t xml:space="preserve"> ПРИЛОЖЕНИЕ № 11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решением Думы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14 декабря 2018 года №43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rPr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C7657F">
            <w:pPr>
              <w:jc w:val="center"/>
              <w:rPr>
                <w:szCs w:val="28"/>
              </w:rPr>
            </w:pPr>
          </w:p>
        </w:tc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98D" w:rsidRDefault="00C0298D" w:rsidP="009A1E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от __________ № ____)</w:t>
            </w:r>
          </w:p>
        </w:tc>
      </w:tr>
      <w:tr w:rsidR="00C0298D" w:rsidTr="00C7657F">
        <w:trPr>
          <w:cantSplit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2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</w:tr>
      <w:tr w:rsidR="00C0298D" w:rsidTr="00C0298D">
        <w:trPr>
          <w:cantSplit/>
          <w:trHeight w:val="864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2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rPr>
                <w:sz w:val="24"/>
                <w:szCs w:val="24"/>
              </w:rPr>
            </w:pPr>
          </w:p>
        </w:tc>
      </w:tr>
      <w:tr w:rsidR="00C0298D" w:rsidTr="00C7657F">
        <w:trPr>
          <w:cantSplit/>
        </w:trPr>
        <w:tc>
          <w:tcPr>
            <w:tcW w:w="144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sz w:val="32"/>
              </w:rPr>
            </w:pPr>
            <w:proofErr w:type="gramStart"/>
            <w:r>
              <w:rPr>
                <w:sz w:val="32"/>
              </w:rPr>
              <w:t>РАСПРЕДЕЛЕНИЕ</w:t>
            </w:r>
            <w:r>
              <w:rPr>
                <w:sz w:val="32"/>
              </w:rPr>
              <w:br/>
              <w:t xml:space="preserve">бюджетных ассигнований по целевым статьям (муниципальным программам муниципального </w:t>
            </w:r>
            <w:proofErr w:type="gramEnd"/>
          </w:p>
          <w:p w:rsidR="00C0298D" w:rsidRDefault="00C0298D" w:rsidP="00C7657F">
            <w:pPr>
              <w:jc w:val="center"/>
              <w:rPr>
                <w:sz w:val="32"/>
              </w:rPr>
            </w:pPr>
            <w:r>
              <w:rPr>
                <w:sz w:val="32"/>
              </w:rPr>
              <w:t>образ</w:t>
            </w:r>
            <w:r>
              <w:rPr>
                <w:sz w:val="32"/>
              </w:rPr>
              <w:t>о</w:t>
            </w:r>
            <w:r>
              <w:rPr>
                <w:sz w:val="32"/>
              </w:rPr>
              <w:t xml:space="preserve">вания город-курорт Геленджик и непрограммным направлениям деятельности), группам </w:t>
            </w:r>
          </w:p>
          <w:p w:rsidR="00C0298D" w:rsidRDefault="00C0298D" w:rsidP="00C7657F">
            <w:pPr>
              <w:jc w:val="center"/>
              <w:rPr>
                <w:sz w:val="32"/>
              </w:rPr>
            </w:pPr>
            <w:r>
              <w:rPr>
                <w:sz w:val="32"/>
              </w:rPr>
              <w:t>видов расходов классификации расходов бюджетов  на плановый период 2020 и  2021 годов</w:t>
            </w:r>
          </w:p>
        </w:tc>
      </w:tr>
      <w:tr w:rsidR="00C0298D" w:rsidTr="00C7657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98D" w:rsidRDefault="00C0298D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298D" w:rsidTr="00C7657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98D" w:rsidRDefault="00C0298D" w:rsidP="00C7657F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C0298D" w:rsidRPr="00C7657F" w:rsidTr="00C7657F">
        <w:trPr>
          <w:cantSplit/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№ </w:t>
            </w:r>
            <w:proofErr w:type="gramStart"/>
            <w:r w:rsidRPr="00C7657F">
              <w:rPr>
                <w:sz w:val="24"/>
                <w:szCs w:val="24"/>
              </w:rPr>
              <w:t>п</w:t>
            </w:r>
            <w:proofErr w:type="gramEnd"/>
            <w:r w:rsidRPr="00C7657F">
              <w:rPr>
                <w:sz w:val="24"/>
                <w:szCs w:val="24"/>
              </w:rPr>
              <w:t>/п</w:t>
            </w:r>
          </w:p>
        </w:tc>
        <w:tc>
          <w:tcPr>
            <w:tcW w:w="87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2021 год</w:t>
            </w:r>
          </w:p>
        </w:tc>
      </w:tr>
      <w:tr w:rsidR="00C0298D" w:rsidRPr="00C7657F" w:rsidTr="00C7657F">
        <w:trPr>
          <w:cantSplit/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98D" w:rsidRPr="00C7657F" w:rsidRDefault="00C0298D" w:rsidP="00C7657F">
            <w:pPr>
              <w:rPr>
                <w:sz w:val="24"/>
                <w:szCs w:val="24"/>
              </w:rPr>
            </w:pPr>
          </w:p>
        </w:tc>
      </w:tr>
    </w:tbl>
    <w:p w:rsidR="00C7657F" w:rsidRPr="00C7657F" w:rsidRDefault="00C7657F" w:rsidP="00C7657F">
      <w:pPr>
        <w:tabs>
          <w:tab w:val="left" w:pos="11057"/>
          <w:tab w:val="left" w:pos="11624"/>
        </w:tabs>
        <w:rPr>
          <w:sz w:val="2"/>
          <w:szCs w:val="2"/>
        </w:rPr>
      </w:pPr>
    </w:p>
    <w:tbl>
      <w:tblPr>
        <w:tblW w:w="14459" w:type="dxa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674"/>
        <w:gridCol w:w="5997"/>
        <w:gridCol w:w="2106"/>
        <w:gridCol w:w="12"/>
        <w:gridCol w:w="730"/>
        <w:gridCol w:w="971"/>
        <w:gridCol w:w="567"/>
        <w:gridCol w:w="789"/>
        <w:gridCol w:w="628"/>
        <w:gridCol w:w="1418"/>
      </w:tblGrid>
      <w:tr w:rsidR="00C7657F" w:rsidRPr="00C7657F" w:rsidTr="00C0298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</w:t>
            </w:r>
          </w:p>
        </w:tc>
      </w:tr>
      <w:tr w:rsidR="00C7657F" w:rsidRPr="00C7657F" w:rsidTr="00C0298D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57F" w:rsidRPr="00C7657F" w:rsidRDefault="00C7657F" w:rsidP="00C7657F">
            <w:pPr>
              <w:rPr>
                <w:b/>
                <w:bCs/>
                <w:sz w:val="24"/>
                <w:szCs w:val="24"/>
              </w:rPr>
            </w:pPr>
            <w:r w:rsidRPr="00C7657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57F" w:rsidRPr="00C7657F" w:rsidRDefault="00C7657F" w:rsidP="00C7657F">
            <w:pPr>
              <w:rPr>
                <w:b/>
                <w:bCs/>
                <w:sz w:val="24"/>
                <w:szCs w:val="24"/>
              </w:rPr>
            </w:pPr>
            <w:r w:rsidRPr="00C7657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0298D" w:rsidP="00C765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4 272 902,6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0298D" w:rsidP="00C765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5 035 850,7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57F" w:rsidRPr="00C7657F" w:rsidRDefault="00C7657F" w:rsidP="00C7657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57F" w:rsidRPr="00C7657F" w:rsidRDefault="00C7657F" w:rsidP="00C7657F">
            <w:pPr>
              <w:jc w:val="both"/>
              <w:rPr>
                <w:b/>
                <w:bCs/>
                <w:sz w:val="24"/>
                <w:szCs w:val="24"/>
              </w:rPr>
            </w:pPr>
            <w:r w:rsidRPr="00C7657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1 345 668,0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1 349 208,5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1 345 668,0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1 349 208,5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Модернизация содержания образования и условий организации образ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вательного процесса для получения качественного образования и восп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59 683,9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59 769,4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proofErr w:type="gramStart"/>
            <w:r w:rsidRPr="00C7657F">
              <w:rPr>
                <w:sz w:val="24"/>
                <w:szCs w:val="24"/>
              </w:rPr>
              <w:t>Организация бесплатной перевозки обучающихся в муниципальных образовател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ных организациях муниципального образования город-курорт Геленджик, реализ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ющих общеобр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зовательные программы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3 973,3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3 973,3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3 973,3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3 973,3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обучающихся  муниципальных общеобразовательных учреждений п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танием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02 1 01 10640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53 278,7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53 278,7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02 1 01 10640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53 278,7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53 278,7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обеспечению льго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ным питанием учащихся из многодетных семей в муниципальных общеобразов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тельных организац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2 431,9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2 517,4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2 480,2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и проведение мероприятий различной напра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ленности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40 655,8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40 655,8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и проведение мероприятий, направленных на формирование и разв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тие у обучающихся творческих спосо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1 309,3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1 309,3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Дополнительные меры социальной поддержки по оплате проезда учащихся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ципальных общеобразовательных учреждений, студентов высших и средних спец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альных учебных заведений дневной формы обучения, расположенных на террит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рии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7 873,0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7 873,0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7 873,0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7 873,0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Возмещение недополученных муниципальными образовательными о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ганизациями поступлений родительской платы на осуществление пр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смотра и ухода за детьми, родители (законные представители) которых частично либо полностью освобожд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ны от взимания родительской пл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14 726,4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14 726,4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14 726,4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14 726,4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участия муниципального образования город-курорт Геленджик в оф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циальных мероприятиях (олимпиадах, конкурсах, мер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приятиях, направленных на выявление и развитие у обучающихся интеллектуальных и творческих способн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стей, способностей к занятиям физической культурой и спортом, интереса к нау</w:t>
            </w:r>
            <w:r w:rsidRPr="00C7657F">
              <w:rPr>
                <w:sz w:val="24"/>
                <w:szCs w:val="24"/>
              </w:rPr>
              <w:t>ч</w:t>
            </w:r>
            <w:r w:rsidRPr="00C7657F">
              <w:rPr>
                <w:sz w:val="24"/>
                <w:szCs w:val="24"/>
              </w:rPr>
              <w:t>ной (научно-исследовательской) деятельности, творческой деятельности, физкул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турно-спортивной деятельности)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1 448,8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1 448,8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proofErr w:type="gramStart"/>
            <w:r w:rsidRPr="00C7657F">
              <w:rPr>
                <w:sz w:val="24"/>
                <w:szCs w:val="24"/>
              </w:rPr>
              <w:t>Ежемесячная денежная выплата обучающимся образовательных организаций вы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шего образования, направленным на обучение по образовательным программам высшего образования по педагогическим специальностям на основании дог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вора о целевом обучении, заключенного с муниципальными общеобразовательными учреждениями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город-курорт Геленджик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обеспеч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нию выплаты компенсации части родительской платы за присмотр и уход за детьми, посеща</w:t>
            </w:r>
            <w:r w:rsidRPr="00C7657F">
              <w:rPr>
                <w:sz w:val="24"/>
                <w:szCs w:val="24"/>
              </w:rPr>
              <w:t>ю</w:t>
            </w:r>
            <w:r w:rsidRPr="00C7657F">
              <w:rPr>
                <w:sz w:val="24"/>
                <w:szCs w:val="24"/>
              </w:rPr>
              <w:t>щими образовательные организации, реализующие образовательную программу д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12 401,9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12 401,9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183,3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12 218,6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12 218,6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proofErr w:type="gramStart"/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материал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но-техническому обеспечению пунктов проведения экзаменов для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 xml:space="preserve">дарственной </w:t>
            </w:r>
            <w:r w:rsidRPr="00C7657F">
              <w:rPr>
                <w:sz w:val="24"/>
                <w:szCs w:val="24"/>
              </w:rPr>
              <w:lastRenderedPageBreak/>
              <w:t>итоговой аттестации по образовательным программам о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новного общего и среднего общего образования и выплате педагогическим работникам, участвующим в пров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дении указанной государстве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ной итоговой аттестации, компенсации за работу по подготовке и проведению государственной итоговой аттестации по образовател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ным программам основного общего и среднего общего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02 1 03 62500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2 656,4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2 656,4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59,3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2 597,1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2 597,1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Разработка и реализация механизмов мотивации работников муниципальных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зовательных учреждений к повышению качества работы и непрерывному профе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сиональному образ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17 703,6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17 826,5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Дополнительная мера социальной поддержки в виде компенсации (частичной 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пенсации) за наем жилых помещений для отдельных категорий работников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ципальных учреждений образования и культуры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Геленджик, проживающих на территории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3 905,8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3 905,8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Ежемесячная доплата отдельным категориям работников муниципальных общео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разовательных учреждений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02 1 05 10690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10 520,2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10 520,2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02 1 05 10690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10 520,2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10 520,2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мер социальной поддержки в виде компенсации расходов на опл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ту жилых помещений, отопления и освещения отдельным категориям работников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ных образовательных учреждений, не  являющихся педагогическими работниками, проживающих и работающих в сельской мес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предоставлению  соц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альной поддержки отдельным категориям работников муниципальных физкульту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но-спортивных организаций, осуществляющих подготовку спортивного р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зерва, и муниципальных образовательных организаций дополнительного образования детей Краснодарского края отраслей "Обр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зование" и "Физическая культура и спорт"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02 1 05 60740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203,2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02 1 05 60740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203,2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предоста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ных организаций, прожива</w:t>
            </w:r>
            <w:r w:rsidRPr="00C7657F">
              <w:rPr>
                <w:sz w:val="24"/>
                <w:szCs w:val="24"/>
              </w:rPr>
              <w:t>ю</w:t>
            </w:r>
            <w:r w:rsidRPr="00C7657F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>ского типа) на территории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3 147,2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46,5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2 981,3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3 100,7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Развитие системы управления муниципальными образовательными учреждениями (организациями), в том числе путем совершенствования муниципальных заданий на </w:t>
            </w:r>
            <w:r w:rsidRPr="00C7657F">
              <w:rPr>
                <w:sz w:val="24"/>
                <w:szCs w:val="24"/>
              </w:rPr>
              <w:lastRenderedPageBreak/>
              <w:t>оказание муниципальных услуг (выполн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02 1 06 00000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1 227 624,7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1 230 956,8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7 204,6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7 113,6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6 668,6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6 668,6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443,2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498 474,0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501 897,1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52 563,1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52 561,8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6 829,6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6 865,4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438 843,8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442 232,4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государственных полномочий по финансовому обеспечению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дарственных гарантий реализации прав на получение общедоступного и бесплатн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lastRenderedPageBreak/>
              <w:t>го образования в муниципальных дошкольных и общеобразовательных организац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02 1 06 60860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721 946,1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721 946,1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6 328,7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715 617,4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715 617,4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309 343,4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309 895,9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309 343,4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309 895,9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Совершенствование деятельности муниципальных учреждений культуры и допо</w:t>
            </w:r>
            <w:r w:rsidRPr="00C7657F">
              <w:rPr>
                <w:sz w:val="24"/>
                <w:szCs w:val="24"/>
              </w:rPr>
              <w:t>л</w:t>
            </w:r>
            <w:r w:rsidRPr="00C7657F">
              <w:rPr>
                <w:sz w:val="24"/>
                <w:szCs w:val="24"/>
              </w:rPr>
              <w:t>нительного образования детей в обл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сти искусств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269 957,3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270 483,0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269 957,3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270 483,0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269 957,3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270 483,0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18 300,0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 xml:space="preserve">ниципальных) </w:t>
            </w:r>
            <w:r w:rsidRPr="00C7657F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03 1 02 10450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613,3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17 536,7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17 536,7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Гранты главы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 "Одаренные дети"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03 1 02 11140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03 1 02 11140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Укрепление кадрового потенциала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 отрасли "Культура"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692,6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712,7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мер социальной поддержки в виде компенсации расходов на опл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ту жилых помещений, отопления и освещения отдельным категориям работников муниципальных учреждений культуры, проживающих и работающих в сел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Дополнительная мера социальной поддержки в виде компенсации (частичной 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пенсации) за наем жилых помещений для отдельных категорий работников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ципальных учреждений образования и культуры 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Геленджик, проживающих на территории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предоста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 xml:space="preserve">лению мер </w:t>
            </w:r>
            <w:r w:rsidRPr="00C7657F">
              <w:rPr>
                <w:sz w:val="24"/>
                <w:szCs w:val="24"/>
              </w:rPr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ных организаций, прожива</w:t>
            </w:r>
            <w:r w:rsidRPr="00C7657F">
              <w:rPr>
                <w:sz w:val="24"/>
                <w:szCs w:val="24"/>
              </w:rPr>
              <w:t>ю</w:t>
            </w:r>
            <w:r w:rsidRPr="00C7657F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>ского типа) на территории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03 1 03 60820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103,6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102,1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Повышение эффективности муниципального управления в сфере культуры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20 393,5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20 400,2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4 339,7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4 339,7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4 221,1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4 221,1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117,6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16 053,8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16 060,5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 xml:space="preserve">ственными (муниципальными) органами, казенными учреждениями, органами </w:t>
            </w:r>
            <w:r w:rsidRPr="00C7657F">
              <w:rPr>
                <w:sz w:val="24"/>
                <w:szCs w:val="24"/>
              </w:rPr>
              <w:lastRenderedPageBreak/>
              <w:t>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14 873,1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14 872,1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1 090,6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1 098,3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"Развитие физической культуры и спорта на территории муниципального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136 397,0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86 246,5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физической кул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туры и спорта на территории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136 397,0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86 246,5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достижений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86 197,0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86 246,5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2 906,5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2 742,1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163,7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81 173,7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81 222,5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15 386,4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15 385,0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2 757,2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2 770,7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62 417,7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62 454,4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Субсидии некоммерческим организациям на возмещение ч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сти затрат по участию в учебно-тренировочных сборах, соревнованиях среди му</w:t>
            </w:r>
            <w:r w:rsidRPr="00C7657F">
              <w:rPr>
                <w:sz w:val="24"/>
                <w:szCs w:val="24"/>
              </w:rPr>
              <w:t>ж</w:t>
            </w:r>
            <w:r w:rsidRPr="00C7657F">
              <w:rPr>
                <w:sz w:val="24"/>
                <w:szCs w:val="24"/>
              </w:rPr>
              <w:t>ских команд по футболу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1 389,9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1 389,9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1 389,9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1 389,9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участия муниципального образования город-курорт Геленджик в з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нальных, региональных, всеросси</w:t>
            </w:r>
            <w:r w:rsidRPr="00C7657F">
              <w:rPr>
                <w:sz w:val="24"/>
                <w:szCs w:val="24"/>
              </w:rPr>
              <w:t>й</w:t>
            </w:r>
            <w:r w:rsidRPr="00C7657F">
              <w:rPr>
                <w:sz w:val="24"/>
                <w:szCs w:val="24"/>
              </w:rPr>
              <w:t>ских, международных мероприятиях в области физической культ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ры и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727,6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727,6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613,4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114,2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Укрепление материально-технической базы муниципальных учреждений спорти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ной напра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ленности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комплекса мероприятий, связанных с эффективным испол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зованием тренировочных площадок после пров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дения чемпионата мира по футболу 2018 года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04 1 02 54260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04 1 02 54260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14 678,8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14 702,7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14 678,8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14 702,7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12 981,8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13 005,7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2 960,3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2 960,3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2 746,3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213,3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10 021,5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10 045,4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8 353,3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8 352,8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1 427,4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265,2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Гражданское и военно-патриотическое воспитание, творческое, инте</w:t>
            </w:r>
            <w:r w:rsidRPr="00C7657F">
              <w:rPr>
                <w:sz w:val="24"/>
                <w:szCs w:val="24"/>
              </w:rPr>
              <w:t>л</w:t>
            </w:r>
            <w:r w:rsidRPr="00C7657F">
              <w:rPr>
                <w:sz w:val="24"/>
                <w:szCs w:val="24"/>
              </w:rPr>
              <w:t>лектуальное и духовно-нравственное развитие молодежи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894,5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894,5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894,5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894,5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177,2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717,3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Формирование здорового образа жизни в молодежной среде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415,3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Содействие экономической самостоятельности молодых граждан в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ниципальном образовании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248,0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тельных организациях, реализующих образовательные программы высшего и (или) среднего професси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нального образования, расположенных на территории муниципального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05 1 05 10260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05 1 05 10260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05 1 05 10460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198,0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05 1 05 10460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198,0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Содействие общественно-политической активности молодежи муниципального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05 1 08 10460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05 1 08 10460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Информационное обеспечение реализации молодежной политики в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ниципальном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05 1 09 10460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05 1 09 10460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"Развитие жилищно-коммунального хозяйства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446 997,4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450 325,7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"Развитие, реконструкция, капитальный ремонт и содержание об</w:t>
            </w:r>
            <w:r w:rsidRPr="00C7657F">
              <w:rPr>
                <w:sz w:val="24"/>
                <w:szCs w:val="24"/>
              </w:rPr>
              <w:t>ъ</w:t>
            </w:r>
            <w:r w:rsidRPr="00C7657F">
              <w:rPr>
                <w:sz w:val="24"/>
                <w:szCs w:val="24"/>
              </w:rPr>
              <w:t>ектов внешнего благоустройства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175 663,0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177 174,0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Проведение комплексных мероприятий по содержанию и обновлению благоустр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енных территорий муниципального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175 663,0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177 174,0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Развитие и содержание сетей наружного осв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79 121,5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80 632,5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79 121,5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80 632,5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3 365,5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3 365,5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Прочие мероприятия по благоустройству горо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>ского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13 170,9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13 170,9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сбора, накопления (в том числе раздельного) и транспортирования твердых коммунальных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25 389,2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25 389,2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06 3 01 10560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25 389,2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25 389,2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4 615,9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4 615,9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06 3 01 11110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4 615,9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4 615,9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"Развитие дорожного хозяйства муниципального образ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247 543,7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249 354,6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Проведение комплекса мероприятий по модернизации, строительству, реконстру</w:t>
            </w:r>
            <w:r w:rsidRPr="00C7657F">
              <w:rPr>
                <w:sz w:val="24"/>
                <w:szCs w:val="24"/>
              </w:rPr>
              <w:t>к</w:t>
            </w:r>
            <w:r w:rsidRPr="00C7657F">
              <w:rPr>
                <w:sz w:val="24"/>
                <w:szCs w:val="24"/>
              </w:rPr>
              <w:t>ции и ремонту объектов дорожного х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247 543,7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249 354,6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06 6 01 10310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62 611,0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64 421,9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06 6 01 10310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62 611,0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64 421,9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Содержание автомобильных дорог местного значения, включая проек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ные работы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129 240,0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129 240,0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129 240,0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129 240,0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55 692,7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55 692,7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06 6 01 10330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55 692,7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55 692,7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хозяйства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Геленджик", не вошедшие в подпрогра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23 790,7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23 797,1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"Развитие жилищно-коммунального хозяйства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Геленджик", не вошедших в подпрогра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23 790,7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23 797,1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15 352,4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15 352,4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14 554,8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14 554,8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792,9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5 639,0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5 639,0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5 270,9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5 270,9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366,3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366,3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Содержание мемориальных сооружений и объектов, увековечивающих память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гибших при защите Отечества, относящихся к объектам кул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турного наследия и находящихся в казне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324,7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324,7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Уплата взносов на капитальный ремонт общего имущества в многоквартирном д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ме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1 246,8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1 246,8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1 246,8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1 246,8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ского края по осуществлению регионального государственного жилищного надзора и лицензио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ного контроля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1 234,2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1 234,2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1 076,2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06 7 01 60220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158,0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"Развитие топливно-энергетического комплекса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топливно-энергетического комплекса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Геленджик", не вошедшие в подпр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Техническое обслуживание и содержание уличного и декоративного освещения муниципальн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Развитие и содержание сетей наружного осв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07 4 01 10340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07 4 01 10340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15 526,4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"Дети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49 046,3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48 673,1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49 046,3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48 673,1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40 333,6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39 960,4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Мероприятия, направленные на укрепление и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proofErr w:type="gramStart"/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выплате единовреме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ного пособия детям-сиротам и детям, оставшимся без попечения родителей, и л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цам из их числа на государственную регистрацию права собственности (права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жизненного наследуемого владения), в том числе на оплату услуг, необходимых для ее осуществления, за исключением жилых пом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чительством), включая предварительную опеку (попечительство), переданных на воспитание в пр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емную семью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15 896,0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16 531,5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15 896,0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16 531,5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питанию пр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емных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8 633,7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8 978,8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8 633,7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8 978,8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тей, нуждающихся в особой заботе государства, переданных на п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 xml:space="preserve">телям за оказание услуг по осуществлению патронатного воспитания и </w:t>
            </w:r>
            <w:proofErr w:type="spellStart"/>
            <w:r w:rsidRPr="00C7657F">
              <w:rPr>
                <w:sz w:val="24"/>
                <w:szCs w:val="24"/>
              </w:rPr>
              <w:t>постинтернатного</w:t>
            </w:r>
            <w:proofErr w:type="spellEnd"/>
            <w:r w:rsidRPr="00C7657F">
              <w:rPr>
                <w:sz w:val="24"/>
                <w:szCs w:val="24"/>
              </w:rPr>
              <w:t xml:space="preserve"> сопрово</w:t>
            </w:r>
            <w:r w:rsidRPr="00C7657F">
              <w:rPr>
                <w:sz w:val="24"/>
                <w:szCs w:val="24"/>
              </w:rPr>
              <w:t>ж</w:t>
            </w:r>
            <w:r w:rsidRPr="00C7657F">
              <w:rPr>
                <w:sz w:val="24"/>
                <w:szCs w:val="24"/>
              </w:rPr>
              <w:t>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217,8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217,8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печительством), включая предварительную опеку (попечительство), переда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ных на воспитание в приемную семью или на патронатное воспит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ние, к месту лечения и обратно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proofErr w:type="gramStart"/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ского края на выплату единовременного пособия на ремонт жилых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мещений, принадлежащих детям-сиротам и детям, оставшимся без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 xml:space="preserve">печения родителей, и лицам из их числа </w:t>
            </w:r>
            <w:r w:rsidRPr="00C7657F">
              <w:rPr>
                <w:sz w:val="24"/>
                <w:szCs w:val="24"/>
              </w:rPr>
              <w:lastRenderedPageBreak/>
              <w:t>на праве собственности, по окончании пребывания в образовательных и иных орг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низациях, в том числе в организациях социального обслуживания граждан, прие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ных семьях, семьях опекунов (попечителей), а также по окончании службы в В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оруженных Силах Российской</w:t>
            </w:r>
            <w:proofErr w:type="gramEnd"/>
            <w:r w:rsidRPr="00C7657F">
              <w:rPr>
                <w:sz w:val="24"/>
                <w:szCs w:val="24"/>
              </w:rPr>
              <w:t xml:space="preserve"> Федерации или по возвращении из учреждений, и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полняющих наказание в виде лиш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ния свободы, при их возвращении в указанные жилые пом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08 1 01 61020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предоставлению ж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лых помещений детям-сиротам и детям, оставшимся без попечения родителей, л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цам из их числа по договорам найма специализированных жилых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1 365,6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2 731,2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1 365,6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предоставлению ж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лых помещений детям-сиротам и детям, оставшимся без попечения родителей, л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цам из их числа по договорам найма специализированных жилых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V0820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4 391,8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4 391,8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V0820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4 391,8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4 391,8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предоставлению ж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лых помещений детям-сиротам и детям, оставшимся без попечения родителей, л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цам из их числа по договорам найма специализированных жилых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С0820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8 204,0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8 202,7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С0820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01 С0820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8 193,4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8 193,5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отдыха, оздоровления и занятости детей и по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>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8 712,7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8 712,7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 детей и подростков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5 338,9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5 180,1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5 338,9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5 180,1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государственной программы Кра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нодарского края "Дети Кубани"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02 S0590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3 532,6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08 1 02 S0590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3 532,6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"Газификация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"Газификация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Повышение уровня газификации населенных пунктов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перевооружения) объектов капитального строительства муниципальной со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7 487,8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7 487,8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газоснабжения населения (посел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1 01 S0620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30 940,5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09 1 01 S0620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30 940,5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"Поддержка казачьих обществ на территории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"Поддержка казачьих обществ на территории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Создание условий для участия членов казачьих обществ в охране общ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C7657F">
              <w:rPr>
                <w:sz w:val="24"/>
                <w:szCs w:val="24"/>
              </w:rPr>
              <w:t>Геленджикского</w:t>
            </w:r>
            <w:proofErr w:type="spellEnd"/>
            <w:r w:rsidRPr="00C7657F">
              <w:rPr>
                <w:sz w:val="24"/>
                <w:szCs w:val="24"/>
              </w:rPr>
              <w:t xml:space="preserve"> районного казачьего общ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11 1 03 11040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11 1 03 11040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18 224,6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"Обеспечение безопасности населения на территории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93 959,5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94 317,7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"Защита населения и территории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от чрезвычайных ситуаций природного и техногенного х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lastRenderedPageBreak/>
              <w:t>рактера,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93 959,5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94 317,7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Защита населения и территории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 от чрезвычайных ситуаций природного и техноге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88 873,4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89 231,6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83 969,3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84 327,5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73 921,7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73 920,1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8 495,9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8 855,7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1 551,7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 по предупреждению и ликвидации последствий чрезвычайных ситу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ций, стихийных бедствий и их после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2 499,2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2 499,2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Система комплексного обеспечения безопасности жизнеде</w:t>
            </w:r>
            <w:r w:rsidRPr="00C7657F">
              <w:rPr>
                <w:sz w:val="24"/>
                <w:szCs w:val="24"/>
              </w:rPr>
              <w:t>я</w:t>
            </w:r>
            <w:r w:rsidRPr="00C7657F">
              <w:rPr>
                <w:sz w:val="24"/>
                <w:szCs w:val="24"/>
              </w:rPr>
              <w:t>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 по утверждению генеральных планов, землеустройству и землепол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lastRenderedPageBreak/>
              <w:t xml:space="preserve">зованию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13 1 03 11050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Резерв материальных ресурсов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 для ликвидации чрезвычайных ситуаций природного и техногенного характ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67,7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67,7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Подготовка населения и организаций к действиям в чрезвычайной ситуации в ми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ное и военное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187,2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13 1 03 11540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187,2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5 086,1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5 086,1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1 841,4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1 841,4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1 806,1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1 806,1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3 244,7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3 244,7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2 866,2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2 866,2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"Развитие гражданского общества в муниципальном образовании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муниципальном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Укрепление единства народов России и развитие национальных культур в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пальном образовании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"Развитие гражданского общества в муниципальном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Поддержка социально ориентированных некоммерческих организаций в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пальном образовании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Субсидии социально ориентированным некоммерческим организациям в целях ре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лизации программ (проектов) по соц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альной поддержке и защите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14 1 02 10570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14 1 02 10570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"Развитие местного самоуправления в муниципальном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88 971,1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88 951,8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разовании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88 971,1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88 951,8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Создание условий для всестороннего развития территориального общ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ственного самоуправления в муниципальном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3 096,0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Компенсация расходов на оплату жилых помещений и коммунальных услуг рук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водителям органов территориального общественного самоуправления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2 586,0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2 586,0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Премирование победителей ежегодного смотра-конкурса на звание "Лучший ква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тал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Премирование победителей конкурса на звание "Лучший объединенный квартал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ный округ в муниципальном образовании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Премирование победителей ежегодного смотра-конкурса на звание "Лучший мн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гоквартирный дом муниципального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Премирование победителей ежегодного смотра-конкурса на звание "Дом образц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вого содержания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15 1 01 11570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информационной открытости органов местного самоуправления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ниципального образования город-курорт Геленджик и создание оптимальных усл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вий для наиболее полного информирования населения о деятельности органов местного самоуправления город-курорт Геленджик, о событиях и мероприятиях, пров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димых на курорте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Информирование граждан о деятельности органов местного самоупра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15 1 02 10030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15 1 02 10030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"Развитие местного самоуправления в муниципальном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lastRenderedPageBreak/>
              <w:t>разовании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15 1 02 10930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15 1 02 10930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Поддержание международных и межмуниц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908,8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Уплата членских взносов в международную ассоциацию "П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родненные города"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173,7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173,7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Уплата членских взносов в ассоциацию "Совет муниципальных образований Кра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нодарского края"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235,1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235,1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"Развитие местного самоуправления в муниципальном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разовании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15 1 03 10930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Формирование высококвалифицированного кадрового корпуса как основы функц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онирования органов местного самоуправления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Создание условий для обеспечения финансово-хозяйственной деятел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ности органов местного самоуправления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67 998,1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68 425,8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67 998,1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68 425,8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37 908,4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37 907,9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29 171,8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29 600,0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917,9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917,9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Создание благоприятных условий деятельности администрации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и формирование позитивного имиджа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"Развитие местного самоуправления в муниципальном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разовании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15 1 08 10930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15 1 08 10930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2 500,0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муниципального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1 446 338,2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2 233 985,2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"Развитие  общественной инфраструктуры муниципального образ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32 829,7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5 301,5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Строительство и реконструкция объектов отрасли "Образов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перевооружения) объектов капитального строительства муниципальной со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Строительство объектов отраслей "Физическая культура, спорт" и "М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лодежная политика"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перевооружения) объектов капитального строительства муниципальной со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Осуществление в пределах полномочий управления и координации управления </w:t>
            </w:r>
            <w:r w:rsidRPr="00C7657F">
              <w:rPr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16 1 07 00000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5 301,5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5 301,5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5 104,6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5 104,6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194,9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7657F">
              <w:rPr>
                <w:sz w:val="24"/>
                <w:szCs w:val="24"/>
              </w:rPr>
              <w:t>функционирования механизмов финансовой поддержки отдельных категорий граждан</w:t>
            </w:r>
            <w:proofErr w:type="gramEnd"/>
            <w:r w:rsidRPr="00C7657F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2 01 L4970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2 01 L4970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6 028,1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"Подготовка градостроительной и землеустроительной  документ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ции на территории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32 070,9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113 539,6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работы по разработке и актуализации документов террит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риального планирования, подготовке градостроительной и землеустро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тельной документации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32 070,9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113 539,6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19 570,9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19 380,8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17 877,9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17 877,9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1 681,1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1 491,0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 по утверждению генеральных планов, землеустройству и землепол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 xml:space="preserve">зованию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94 158,8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16 3 01 11050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94 158,8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"Развитие и поддержка малого и среднего предприним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тельства в муниципал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2 211,5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2 211,5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430,0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Распространение положительного опыта организации и ведения предпринимател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ской деятел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16 5 02 10830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16 5 02 10830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Проведение ежегодного муниципального конкурса "Лучшие предприниматели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16 5 02 11070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16 5 02 11070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пальной собственности, а также оформление прав на размещ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ние нестационарных торговых объе</w:t>
            </w:r>
            <w:r w:rsidRPr="00C7657F">
              <w:rPr>
                <w:sz w:val="24"/>
                <w:szCs w:val="24"/>
              </w:rPr>
              <w:t>к</w:t>
            </w:r>
            <w:r w:rsidRPr="00C7657F">
              <w:rPr>
                <w:sz w:val="24"/>
                <w:szCs w:val="24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Развитие производства сельскохозяйственной продукции малыми формами хозя</w:t>
            </w:r>
            <w:r w:rsidRPr="00C7657F">
              <w:rPr>
                <w:sz w:val="24"/>
                <w:szCs w:val="24"/>
              </w:rPr>
              <w:t>й</w:t>
            </w:r>
            <w:r w:rsidRPr="00C7657F">
              <w:rPr>
                <w:sz w:val="24"/>
                <w:szCs w:val="24"/>
              </w:rPr>
              <w:t>ствования в агропромышленном ко</w:t>
            </w:r>
            <w:r w:rsidRPr="00C7657F">
              <w:rPr>
                <w:sz w:val="24"/>
                <w:szCs w:val="24"/>
              </w:rPr>
              <w:t>м</w:t>
            </w:r>
            <w:r w:rsidRPr="00C7657F">
              <w:rPr>
                <w:sz w:val="24"/>
                <w:szCs w:val="24"/>
              </w:rPr>
              <w:t>плексе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1 781,5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поддержке сельскох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зяйствам, индивидуальным предпринимателям, осуществляющим деятельность в области сельскохозяйственного пр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изводства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16 5 04 60090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1 781,5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16 5 04 60090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1 781,5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"Социально-экономическое и те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риториальное развитие муниципального образования город-курорт Геленджик", не вошедшие в подпр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1 371 938,5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2 105 645,0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"Социально-экономическое и те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риториальное развитие муниципального образования город-курорт Геленджик", не вошедших в подпр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lastRenderedPageBreak/>
              <w:t>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16 6 01 00000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1 371 938,5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2 105 645,0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по развитию коммунальной инфраструктуры в городе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ленджике путем заключения концесс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онного соглашения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16 6 01 10390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68 304,0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105 263,2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16 6 01 10390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68 304,0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105 263,2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"Социально-экономическое и те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риториальное развитие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 государственных полномочий Краснодарского края по  предупр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ждению и ликвидации болезней животных, их лечению, отлову и содержанию бе</w:t>
            </w:r>
            <w:r w:rsidRPr="00C7657F">
              <w:rPr>
                <w:sz w:val="24"/>
                <w:szCs w:val="24"/>
              </w:rPr>
              <w:t>з</w:t>
            </w:r>
            <w:r w:rsidRPr="00C7657F">
              <w:rPr>
                <w:sz w:val="24"/>
                <w:szCs w:val="24"/>
              </w:rPr>
              <w:t>надзорных животных, защите населения от болезней, общих для человека и живо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ных, в части регулирования численности безнадзорных животных на территории муниципальных образований Краснодарск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381,8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по развитию коммунальной инфраструктуры в городе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ленджике путем заключения концесс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онного соглашения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16 6 01 62790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1 297 766,0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16 6 01 62790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1 297 766,0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2 000 000,0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Подпрограмма "Формирование инвестиционной привлекательности муниципальн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Привлечение в экономику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инвестиций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"Социально-экономическое и те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риториальное развитие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16 7 01 10950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16 7 01 10950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1 259,5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"Информатизация органов местного самоуправления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"Информатизация органов местного самоуправления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Внедрение и использование информационно-коммуникационных технологий в де</w:t>
            </w:r>
            <w:r w:rsidRPr="00C7657F">
              <w:rPr>
                <w:sz w:val="24"/>
                <w:szCs w:val="24"/>
              </w:rPr>
              <w:t>я</w:t>
            </w:r>
            <w:r w:rsidRPr="00C7657F">
              <w:rPr>
                <w:sz w:val="24"/>
                <w:szCs w:val="24"/>
              </w:rPr>
              <w:t>тельности органов местного самоуправления муниципальн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мероприятий муниципальной программы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 "Информатизация органов местного самоуправления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18 1 01 10140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18 1 01 10140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3 702,4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"Социальная поддержка граждан в муниципальном образовании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16 182,5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16 182,5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"Социальная поддержка граждан в муниципальном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16 182,5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16 182,5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дельным категориям граждан, проживающих на территории муниципального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16 182,5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16 182,5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Мера социальной поддержки лиц, награжденных медалью "За досто</w:t>
            </w:r>
            <w:r w:rsidRPr="00C7657F">
              <w:rPr>
                <w:sz w:val="24"/>
                <w:szCs w:val="24"/>
              </w:rPr>
              <w:t>й</w:t>
            </w:r>
            <w:r w:rsidRPr="00C7657F">
              <w:rPr>
                <w:sz w:val="24"/>
                <w:szCs w:val="24"/>
              </w:rPr>
              <w:t>ный вклад в развитие муниципального образования город-курорт Геленджик", в виде беспла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ного проезда на автомобильном транспорте общего пользования на маршрутах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родского, пригородного регулярного сообщения и муниципального междугородн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регулярного соо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242,9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242,9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Компенсация расходов на погребение, изготовление и установку надгробия в сл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чае смерти лица, удостоенного звания "Почетный гражданин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Частичная компенсация гражданам, имеющим трех и более детей, пр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живающим на территории муниципального образ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вания город-курорт Геленджик, стоимости подключения объекта капитального строительства  к сетям водоснабж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ния и (или) водоотведения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272,5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Компенсация расходов на санаторно-курортное лечение лиц, удостое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ных звания "Почетный гражданин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Мера социальной поддержки в виде льготной стоимости услуги по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мывке в бане отдельным категориям граждан, постоянно проживающим на территории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57,0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57,0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Дополнительная мера социальной поддержки пенсионеров либо граждан, дости</w:t>
            </w:r>
            <w:r w:rsidRPr="00C7657F">
              <w:rPr>
                <w:sz w:val="24"/>
                <w:szCs w:val="24"/>
              </w:rPr>
              <w:t>г</w:t>
            </w:r>
            <w:r w:rsidRPr="00C7657F">
              <w:rPr>
                <w:sz w:val="24"/>
                <w:szCs w:val="24"/>
              </w:rPr>
              <w:t>ших 60 и 55 лет (соответственно мужчин и женщин) в виде права на льготные п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ездки на автомобильном транспорте общего пользования на маршрутах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пригородного регулярного сообщения и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междугородного регулярного сообщения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8 189,1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8 189,1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167,9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19 1 01 10750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8 021,2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8 021,2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Пенсионное обеспечение за выслугу лет лиц, замещавших муниципальные должн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сти и должности муниципальной службы в муниципальном образовании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6 321,0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6 321,0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Дополнительная мера социальной поддержки отдельных категорий граждан, пост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lastRenderedPageBreak/>
              <w:t>янно проживающих на территории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ленджик, в виде компенсации расходов по оплате подписки на отдельное период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ческое печатное издание, включенное в краевой реестр средств массовой информ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19 1 01 40030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Социальное обеспечение и иные выплаты нас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19 1 01 40030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 "Формирование современной городской среды на территории муниципального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4 017,3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Основные мероприятия муниципальной  программы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"Формирование современной городской среды на терр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тории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4 017,3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формирования комфортной городской среды на территории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654,3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программ формирования совреме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01 W5550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654,3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01 W5550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654,3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Федеральный проект "Формирование комфор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ной  городской среды"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F2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Поддержка государственных программ субъектов Российской Федерации и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ципальных программ формирования современной горо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>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3 363,0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деятельности высшего должностного лица муниципального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Непрограммные расходы в рамках обеспечения деятельности высшего должностн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лица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1 724,4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деятельности Думы муниципального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6 340,5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Непрограммные расходы в рамках обеспечения деятельности Думы муниципальн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6 340,5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Председатель Думы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4 745,9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4 745,9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1 745,9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1 745,9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1 570,6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1 570,6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173,5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Информирование граждан о деятельности органов местного самоупра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19.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деятельности администрации муниципального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134 356,4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134 292,2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Непрограммные расходы в рамках обеспечения деятельности администрации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134 356,4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134 292,2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134 356,4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134 292,2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120 333,6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120 269,4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114 710,3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114 708,7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5 584,2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5 521,6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39,1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ского края по формированию и утверждению списков граждан, лиши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шихся жилого помещения в результате чрезвычайных ситуаций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 xml:space="preserve">ского края по осуществлению регионального государственного </w:t>
            </w:r>
            <w:proofErr w:type="gramStart"/>
            <w:r w:rsidRPr="00C7657F">
              <w:rPr>
                <w:sz w:val="24"/>
                <w:szCs w:val="24"/>
              </w:rPr>
              <w:t>контроля за</w:t>
            </w:r>
            <w:proofErr w:type="gramEnd"/>
            <w:r w:rsidRPr="00C7657F">
              <w:rPr>
                <w:sz w:val="24"/>
                <w:szCs w:val="24"/>
              </w:rPr>
              <w:t xml:space="preserve"> исполнением пл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тельщиками курортного сбора и операторами курортного сбора требований закон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дательства Российской Федерации и Краснодарского края, связанных с проведен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ем эксперимента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2 468,4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2 152,4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2 152,4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316,0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образованию и орган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зации де</w:t>
            </w:r>
            <w:r w:rsidRPr="00C7657F">
              <w:rPr>
                <w:sz w:val="24"/>
                <w:szCs w:val="24"/>
              </w:rPr>
              <w:t>я</w:t>
            </w:r>
            <w:r w:rsidRPr="00C7657F">
              <w:rPr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250,0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ведению учета гра</w:t>
            </w:r>
            <w:r w:rsidRPr="00C7657F">
              <w:rPr>
                <w:sz w:val="24"/>
                <w:szCs w:val="24"/>
              </w:rPr>
              <w:t>ж</w:t>
            </w:r>
            <w:r w:rsidRPr="00C7657F">
              <w:rPr>
                <w:sz w:val="24"/>
                <w:szCs w:val="24"/>
              </w:rPr>
              <w:t xml:space="preserve">дан отдельных </w:t>
            </w:r>
            <w:proofErr w:type="gramStart"/>
            <w:r w:rsidRPr="00C7657F">
              <w:rPr>
                <w:sz w:val="24"/>
                <w:szCs w:val="24"/>
              </w:rPr>
              <w:t>категорий</w:t>
            </w:r>
            <w:proofErr w:type="gramEnd"/>
            <w:r w:rsidRPr="00C7657F">
              <w:rPr>
                <w:sz w:val="24"/>
                <w:szCs w:val="24"/>
              </w:rPr>
              <w:t xml:space="preserve"> в качестве нуждающихся в жилых помещениях и по фо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мированию списка детей-сирот и детей, оставши</w:t>
            </w:r>
            <w:r w:rsidRPr="00C7657F">
              <w:rPr>
                <w:sz w:val="24"/>
                <w:szCs w:val="24"/>
              </w:rPr>
              <w:t>х</w:t>
            </w:r>
            <w:r w:rsidRPr="00C7657F">
              <w:rPr>
                <w:sz w:val="24"/>
                <w:szCs w:val="24"/>
              </w:rPr>
              <w:t>ся без попечения родителей, лиц из числа детей-сирот и детей, оставшихся без попечения родителей, лиц, относи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шихся к категории детей-сирот и детей, оставшихся без попечения родителей, по</w:t>
            </w:r>
            <w:r w:rsidRPr="00C7657F">
              <w:rPr>
                <w:sz w:val="24"/>
                <w:szCs w:val="24"/>
              </w:rPr>
              <w:t>д</w:t>
            </w:r>
            <w:r w:rsidRPr="00C7657F">
              <w:rPr>
                <w:sz w:val="24"/>
                <w:szCs w:val="24"/>
              </w:rPr>
              <w:t>лежащих обеспеч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нию жилыми помещениями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581,9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35,2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организации и 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ществлению деятельности по опеке и попечительству в отношении несовершенн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летних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5 468,0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5 468,0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5 468,0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5 468,0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созданию и организ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ции деятельности комиссий по делам несовершенноле</w:t>
            </w:r>
            <w:r w:rsidRPr="00C7657F">
              <w:rPr>
                <w:sz w:val="24"/>
                <w:szCs w:val="24"/>
              </w:rPr>
              <w:t>т</w:t>
            </w:r>
            <w:r w:rsidRPr="00C7657F">
              <w:rPr>
                <w:sz w:val="24"/>
                <w:szCs w:val="24"/>
              </w:rPr>
              <w:t>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2 498,7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2 260,4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2 260,4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238,3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ского края по организ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ции оздоровления и отдыха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582,0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35,3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поддержке сельскох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зяйственного производства в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ского края по регулированию тарифов организаций коммунального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617,2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proofErr w:type="gramStart"/>
            <w:r w:rsidRPr="00C7657F">
              <w:rPr>
                <w:sz w:val="24"/>
                <w:szCs w:val="24"/>
              </w:rPr>
              <w:t>Осуществление отдельных государственных полномочий по выявлению обсто</w:t>
            </w:r>
            <w:r w:rsidRPr="00C7657F">
              <w:rPr>
                <w:sz w:val="24"/>
                <w:szCs w:val="24"/>
              </w:rPr>
              <w:t>я</w:t>
            </w:r>
            <w:r w:rsidRPr="00C7657F">
              <w:rPr>
                <w:sz w:val="24"/>
                <w:szCs w:val="24"/>
              </w:rPr>
              <w:t>тельств, свидетельствующих о необходимости оказания детям-сиротам и детям, оставшимся без попечения родителей, лицам из числа детей-сирот и детей, оста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шихся без попечения родителей, содействия в преодолении трудной жизненной с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C7657F">
              <w:rPr>
                <w:sz w:val="24"/>
                <w:szCs w:val="24"/>
              </w:rPr>
              <w:t xml:space="preserve"> сп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ци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лизированного жилищного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423,5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344,4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79,1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отдельных государственных полномочий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ского края по формированию и утверждению списков граждан Российской Федерации, постр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давших в резул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тате чрезвычайных ситуаций регионального и межмуниципального характера на территории Красн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дарского края, и членов семей граждан Российской Федерации, поги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ших (умерших) в результате этих чрезвычайных ситуаций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66,0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отдельного государственного полномочия Краснода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 xml:space="preserve">ского края по </w:t>
            </w:r>
            <w:r w:rsidRPr="00C7657F">
              <w:rPr>
                <w:sz w:val="24"/>
                <w:szCs w:val="24"/>
              </w:rPr>
              <w:lastRenderedPageBreak/>
              <w:t>установлению регулируемых тарифов на перевозки пассажиров и багажа автом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бильным и городским наземным электрич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ским транспортом по муниципальным маршрутам регулярных перевозок в границах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52 1 01 62890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313,3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313,3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309,1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Непрограммные расходы в рамках управления муниципальными фина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функционирования финансового управления администрации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22 753,4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17 574,5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17 574,5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5 173,7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5,2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21.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Обеспечение деятельности Контрольно-счетной палаты муниципального образов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lastRenderedPageBreak/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54 0 00 00000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5 907,3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Непрограммные расходы в рамках обеспечения деятельности Контрол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t>но-счетной палаты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5 907,3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Председатель Контрольно-счетной палаты 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1 594,6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Аудиторы Контрольно-счетной палаты муниципального о</w:t>
            </w:r>
            <w:r w:rsidRPr="00C7657F">
              <w:rPr>
                <w:sz w:val="24"/>
                <w:szCs w:val="24"/>
              </w:rPr>
              <w:t>б</w:t>
            </w:r>
            <w:r w:rsidRPr="00C7657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2 330,9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2 330,9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2 330,9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2 330,9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2 330,9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2 330,9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Аппарат Контрольно-счетной палаты муниципального образования г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1 981,8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1 981,8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1 981,8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1 981,8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 xml:space="preserve">ственными (муниципальными) органами, казенными учреждениями, органами </w:t>
            </w:r>
            <w:r w:rsidRPr="00C7657F">
              <w:rPr>
                <w:sz w:val="24"/>
                <w:szCs w:val="24"/>
              </w:rPr>
              <w:lastRenderedPageBreak/>
              <w:t>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54 1 03 00190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1 500,0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461,5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461,5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22.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Управление имуществом муниципального обр</w:t>
            </w:r>
            <w:r w:rsidRPr="00C7657F">
              <w:rPr>
                <w:sz w:val="24"/>
                <w:szCs w:val="24"/>
              </w:rPr>
              <w:t>а</w:t>
            </w:r>
            <w:r w:rsidRPr="00C7657F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18 076,4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18 076,4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Непрограммные расходы в рамках управления муниципальным имущ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ством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18 076,4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18 076,4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7657F">
              <w:rPr>
                <w:sz w:val="24"/>
                <w:szCs w:val="24"/>
              </w:rPr>
              <w:t>функционирования управления имущественных отношений админ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страции муниципального образования</w:t>
            </w:r>
            <w:proofErr w:type="gramEnd"/>
            <w:r w:rsidRPr="00C7657F">
              <w:rPr>
                <w:sz w:val="24"/>
                <w:szCs w:val="24"/>
              </w:rPr>
              <w:t xml:space="preserve">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14 175,1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C7657F">
              <w:rPr>
                <w:sz w:val="24"/>
                <w:szCs w:val="24"/>
              </w:rPr>
              <w:t>о</w:t>
            </w:r>
            <w:r w:rsidRPr="00C7657F">
              <w:rPr>
                <w:sz w:val="24"/>
                <w:szCs w:val="24"/>
              </w:rPr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14 175,1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C7657F">
              <w:rPr>
                <w:sz w:val="24"/>
                <w:szCs w:val="24"/>
              </w:rPr>
              <w:t>р</w:t>
            </w:r>
            <w:r w:rsidRPr="00C7657F">
              <w:rPr>
                <w:sz w:val="24"/>
                <w:szCs w:val="24"/>
              </w:rPr>
              <w:t>ственными (муниципальными) органами, казенными учреждениями, органами управления гос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13 306,0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13 306,0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865,7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865,7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3,4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Отдельные непрограммные мероприятия в рамках управления имуществом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3 901,3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3 901,3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Мероприятия по утверждению генеральных планов, землеустройству и землепол</w:t>
            </w:r>
            <w:r w:rsidRPr="00C7657F">
              <w:rPr>
                <w:sz w:val="24"/>
                <w:szCs w:val="24"/>
              </w:rPr>
              <w:t>ь</w:t>
            </w:r>
            <w:r w:rsidRPr="00C7657F">
              <w:rPr>
                <w:sz w:val="24"/>
                <w:szCs w:val="24"/>
              </w:rPr>
              <w:lastRenderedPageBreak/>
              <w:t xml:space="preserve">зованию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lastRenderedPageBreak/>
              <w:t>58 1 02 11050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306,0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пальной собственности, а также оформление прав на размещ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ние нестационарных торговых объе</w:t>
            </w:r>
            <w:r w:rsidRPr="00C7657F">
              <w:rPr>
                <w:sz w:val="24"/>
                <w:szCs w:val="24"/>
              </w:rPr>
              <w:t>к</w:t>
            </w:r>
            <w:r w:rsidRPr="00C7657F">
              <w:rPr>
                <w:sz w:val="24"/>
                <w:szCs w:val="24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3 595,3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3 595,3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3 595,3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3 595,3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23.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непрограммные расходы органов местного самоуправления мун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3 167,2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3 132,5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Финансовое обеспечение непредвиденных ра</w:t>
            </w:r>
            <w:r w:rsidRPr="00C7657F">
              <w:rPr>
                <w:sz w:val="24"/>
                <w:szCs w:val="24"/>
              </w:rPr>
              <w:t>с</w:t>
            </w:r>
            <w:r w:rsidRPr="00C7657F">
              <w:rPr>
                <w:sz w:val="24"/>
                <w:szCs w:val="24"/>
              </w:rPr>
              <w:t>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Резервный фонд администрации муниципального образования город-курорт Геле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3 000,0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167,2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132,5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комплекса мероприятий по мобилизационной подготовке эконом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ки муниципального образования город-курорт Геленджик к работе в период моб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лизации и в военное вр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Организация и проведение органами местного самоуправления муниц</w:t>
            </w:r>
            <w:r w:rsidRPr="00C7657F">
              <w:rPr>
                <w:sz w:val="24"/>
                <w:szCs w:val="24"/>
              </w:rPr>
              <w:t>и</w:t>
            </w:r>
            <w:r w:rsidRPr="00C7657F">
              <w:rPr>
                <w:sz w:val="24"/>
                <w:szCs w:val="24"/>
              </w:rPr>
              <w:t>пального образования город-курорт Геленджик мероприятий по мобилизационной подгото</w:t>
            </w:r>
            <w:r w:rsidRPr="00C7657F">
              <w:rPr>
                <w:sz w:val="24"/>
                <w:szCs w:val="24"/>
              </w:rPr>
              <w:t>в</w:t>
            </w:r>
            <w:r w:rsidRPr="00C7657F">
              <w:rPr>
                <w:sz w:val="24"/>
                <w:szCs w:val="24"/>
              </w:rPr>
              <w:t>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125,0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Осуществление полномочий по составлению (изменению) списков ка</w:t>
            </w:r>
            <w:r w:rsidRPr="00C7657F">
              <w:rPr>
                <w:sz w:val="24"/>
                <w:szCs w:val="24"/>
              </w:rPr>
              <w:t>н</w:t>
            </w:r>
            <w:r w:rsidRPr="00C7657F">
              <w:rPr>
                <w:sz w:val="24"/>
                <w:szCs w:val="24"/>
              </w:rPr>
              <w:t>дидатов в присяжные заседатели федеральных судов общей юрисдикции в Российской Фед</w:t>
            </w:r>
            <w:r w:rsidRPr="00C7657F">
              <w:rPr>
                <w:sz w:val="24"/>
                <w:szCs w:val="24"/>
              </w:rPr>
              <w:t>е</w:t>
            </w:r>
            <w:r w:rsidRPr="00C7657F">
              <w:rPr>
                <w:sz w:val="24"/>
                <w:szCs w:val="24"/>
              </w:rPr>
              <w:t>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7,5</w:t>
            </w: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both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C7657F">
              <w:rPr>
                <w:sz w:val="24"/>
                <w:szCs w:val="24"/>
              </w:rPr>
              <w:t>у</w:t>
            </w:r>
            <w:r w:rsidRPr="00C7657F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center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Pr="00C7657F" w:rsidRDefault="00C7657F" w:rsidP="00C7657F">
            <w:pPr>
              <w:jc w:val="right"/>
              <w:rPr>
                <w:sz w:val="24"/>
                <w:szCs w:val="24"/>
              </w:rPr>
            </w:pPr>
            <w:r w:rsidRPr="00C7657F">
              <w:rPr>
                <w:sz w:val="24"/>
                <w:szCs w:val="24"/>
              </w:rPr>
              <w:t>7,5</w:t>
            </w:r>
          </w:p>
        </w:tc>
      </w:tr>
      <w:tr w:rsidR="00C0298D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98D" w:rsidRPr="00C7657F" w:rsidRDefault="00C0298D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0298D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98D" w:rsidRPr="00C7657F" w:rsidRDefault="00C0298D" w:rsidP="00C765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52 755,8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113 341,0»</w:t>
            </w:r>
          </w:p>
        </w:tc>
      </w:tr>
      <w:tr w:rsidR="00C0298D" w:rsidRPr="00C7657F" w:rsidTr="00C029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98D" w:rsidRPr="00C7657F" w:rsidRDefault="00C0298D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0298D" w:rsidRPr="00C7657F" w:rsidRDefault="00C0298D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Tr="00C0298D"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Default="00C7657F" w:rsidP="00C765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Default="00C7657F" w:rsidP="00C7657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Default="00C7657F" w:rsidP="00C7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57F" w:rsidRDefault="00C7657F" w:rsidP="00C7657F">
            <w:pPr>
              <w:jc w:val="right"/>
              <w:rPr>
                <w:sz w:val="24"/>
                <w:szCs w:val="24"/>
              </w:rPr>
            </w:pPr>
          </w:p>
        </w:tc>
      </w:tr>
      <w:tr w:rsidR="00C7657F" w:rsidTr="00C0298D">
        <w:tc>
          <w:tcPr>
            <w:tcW w:w="7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57F" w:rsidRDefault="00C7657F" w:rsidP="00C7657F">
            <w:pPr>
              <w:rPr>
                <w:szCs w:val="28"/>
              </w:rPr>
            </w:pPr>
            <w:bookmarkStart w:id="0" w:name="_GoBack" w:colFirst="0" w:colLast="1"/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7F" w:rsidRDefault="00C7657F" w:rsidP="00C7657F">
            <w:pPr>
              <w:rPr>
                <w:szCs w:val="28"/>
              </w:rPr>
            </w:pPr>
          </w:p>
        </w:tc>
        <w:tc>
          <w:tcPr>
            <w:tcW w:w="4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7F" w:rsidRDefault="00C7657F" w:rsidP="00C765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Богодистов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  <w:bookmarkEnd w:id="0"/>
    </w:tbl>
    <w:p w:rsidR="00C7657F" w:rsidRPr="006A285B" w:rsidRDefault="00C7657F" w:rsidP="00C7657F"/>
    <w:p w:rsidR="002500BB" w:rsidRPr="00C7657F" w:rsidRDefault="002500BB" w:rsidP="00C7657F"/>
    <w:sectPr w:rsidR="002500BB" w:rsidRPr="00C7657F" w:rsidSect="00C7657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7F" w:rsidRDefault="00C7657F" w:rsidP="00E12559">
      <w:r>
        <w:separator/>
      </w:r>
    </w:p>
  </w:endnote>
  <w:endnote w:type="continuationSeparator" w:id="0">
    <w:p w:rsidR="00C7657F" w:rsidRDefault="00C7657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7F" w:rsidRDefault="00C7657F" w:rsidP="00E12559">
      <w:r>
        <w:separator/>
      </w:r>
    </w:p>
  </w:footnote>
  <w:footnote w:type="continuationSeparator" w:id="0">
    <w:p w:rsidR="00C7657F" w:rsidRDefault="00C7657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C7657F" w:rsidRDefault="00C7657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9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657F" w:rsidRDefault="00C765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7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298D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657F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76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76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</TotalTime>
  <Pages>52</Pages>
  <Words>11674</Words>
  <Characters>66547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78065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cp:lastPrinted>2019-10-14T08:52:00Z</cp:lastPrinted>
  <dcterms:created xsi:type="dcterms:W3CDTF">2019-10-14T08:49:00Z</dcterms:created>
  <dcterms:modified xsi:type="dcterms:W3CDTF">2019-10-14T09:09:00Z</dcterms:modified>
</cp:coreProperties>
</file>