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157"/>
        <w:gridCol w:w="281"/>
        <w:gridCol w:w="2758"/>
        <w:gridCol w:w="360"/>
        <w:gridCol w:w="1127"/>
        <w:gridCol w:w="239"/>
        <w:gridCol w:w="1248"/>
        <w:gridCol w:w="118"/>
        <w:gridCol w:w="1367"/>
      </w:tblGrid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2634F" w:rsidRDefault="00D2634F" w:rsidP="00D2634F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4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A8070A">
            <w:pPr>
              <w:ind w:left="4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2634F" w:rsidRDefault="00D2634F" w:rsidP="00D2634F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A8070A">
            <w:pPr>
              <w:ind w:left="4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A8070A">
            <w:pPr>
              <w:ind w:left="4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A8070A">
            <w:pPr>
              <w:ind w:left="4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2634F" w:rsidRDefault="00D2634F" w:rsidP="00D2634F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34F" w:rsidRDefault="00D2634F" w:rsidP="00A8070A">
            <w:pPr>
              <w:ind w:left="4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br/>
              <w:t>решением Думы</w:t>
            </w:r>
            <w:r>
              <w:rPr>
                <w:sz w:val="28"/>
                <w:szCs w:val="28"/>
              </w:rPr>
              <w:br/>
              <w:t>муниципального образования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  <w:r>
              <w:rPr>
                <w:sz w:val="28"/>
                <w:szCs w:val="28"/>
              </w:rPr>
              <w:br/>
            </w:r>
            <w:r w:rsidR="00D846A3">
              <w:rPr>
                <w:rFonts w:eastAsia="Georgia"/>
                <w:sz w:val="28"/>
                <w:szCs w:val="28"/>
              </w:rPr>
              <w:t>от 24 декабря 2024 года № 185</w:t>
            </w:r>
            <w:bookmarkStart w:id="0" w:name="_GoBack"/>
            <w:bookmarkEnd w:id="0"/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2634F" w:rsidRDefault="00D2634F" w:rsidP="00D2634F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27C0E" w:rsidRDefault="00F27C0E" w:rsidP="00317DCA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rPr>
          <w:cantSplit/>
        </w:trPr>
        <w:tc>
          <w:tcPr>
            <w:tcW w:w="96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C0E" w:rsidRDefault="00D2634F" w:rsidP="00317D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ПОСТУПЛЕНИЙ  </w:t>
            </w:r>
            <w:r>
              <w:rPr>
                <w:sz w:val="28"/>
                <w:szCs w:val="28"/>
              </w:rPr>
              <w:br/>
              <w:t xml:space="preserve">доходов в бюджет муниципального образования </w:t>
            </w:r>
            <w:r>
              <w:rPr>
                <w:sz w:val="28"/>
                <w:szCs w:val="28"/>
              </w:rPr>
              <w:br/>
              <w:t xml:space="preserve">город-курорт Геленджик по кодам видов (подвидов) доходов </w:t>
            </w:r>
          </w:p>
          <w:p w:rsidR="00D2634F" w:rsidRDefault="00D2634F" w:rsidP="00317D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2025 год и плановый период 2026 и 2027 годов</w:t>
            </w:r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(тыс. рублей)</w:t>
            </w:r>
          </w:p>
        </w:tc>
      </w:tr>
      <w:tr w:rsidR="00D2634F" w:rsidTr="00D2634F">
        <w:trPr>
          <w:cantSplit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Код дохода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Наименование дохода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D2634F" w:rsidTr="00D2634F">
        <w:trPr>
          <w:cantSplit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3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D2634F" w:rsidRPr="00D2634F" w:rsidRDefault="00D2634F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157"/>
        <w:gridCol w:w="281"/>
        <w:gridCol w:w="2758"/>
        <w:gridCol w:w="360"/>
        <w:gridCol w:w="1127"/>
        <w:gridCol w:w="239"/>
        <w:gridCol w:w="1248"/>
        <w:gridCol w:w="118"/>
        <w:gridCol w:w="1367"/>
      </w:tblGrid>
      <w:tr w:rsidR="00D2634F" w:rsidTr="00D2634F">
        <w:trPr>
          <w:tblHeader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5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1 00 00000 00 0000 000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Налоговые и неналоговые доходы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4 355 323,0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4 497 464,5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4 740 688,6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Налоги на прибыль, доходы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1 264 822,0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1 324 172,0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1 399 793,0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1 01 01000 00 0000 110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прибыль организ</w:t>
            </w:r>
            <w:r>
              <w:t>а</w:t>
            </w:r>
            <w:r>
              <w:t>ций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66 990,0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67 190,0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67 392,0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1 01 01010 00 0000 110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прибыль организ</w:t>
            </w:r>
            <w:r>
              <w:t>а</w:t>
            </w:r>
            <w:r>
              <w:t>ций, зачисляемый в бюджеты бюджетной системы Росси</w:t>
            </w:r>
            <w:r>
              <w:t>й</w:t>
            </w:r>
            <w:r>
              <w:t>ской Федерации по соотве</w:t>
            </w:r>
            <w:r>
              <w:t>т</w:t>
            </w:r>
            <w:r>
              <w:t>ствующим ставкам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66 990,0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67 190,0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67 392,0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1 01 01012 02 0000 110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прибыль организ</w:t>
            </w:r>
            <w:r>
              <w:t>а</w:t>
            </w:r>
            <w:r>
              <w:t>ций (за исключением конс</w:t>
            </w:r>
            <w:r>
              <w:t>о</w:t>
            </w:r>
            <w:r>
              <w:t>лидированных групп налог</w:t>
            </w:r>
            <w:r>
              <w:t>о</w:t>
            </w:r>
            <w:r>
              <w:t>плательщиков), зачисляемый в бюджеты субъектов Ро</w:t>
            </w:r>
            <w:r>
              <w:t>с</w:t>
            </w:r>
            <w:r>
              <w:t>сийской Федерации*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66 990,0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67 190,0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67 392,0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1 01 02000 01 0000 110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доходы физических лиц*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1 197 832,0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1 256 982,0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1 332 401,0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1 03 00000 00 0000 000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Налоги на товары (работы, услуги), реализуемые на те</w:t>
            </w:r>
            <w:r>
              <w:t>р</w:t>
            </w:r>
            <w:r>
              <w:t>ритории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171 176,6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136 585,0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148 536,4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1 03 02000 01 0000 110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Акцизы по подакцизным т</w:t>
            </w:r>
            <w:r>
              <w:t>о</w:t>
            </w:r>
            <w:r>
              <w:t>варам (продукции), произв</w:t>
            </w:r>
            <w:r>
              <w:t>о</w:t>
            </w:r>
            <w:r>
              <w:t>димым на территории Ро</w:t>
            </w:r>
            <w:r>
              <w:t>с</w:t>
            </w:r>
            <w:r>
              <w:lastRenderedPageBreak/>
              <w:t>сийской Федерации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34 974,2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36 585,0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48 536,4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1 03 03000 01 0000 110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Туристический налог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136 202,4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Налоги на совокупный доход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890 471,0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973 699,0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1 089 873,0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1 05 01000 00 0000 110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Налог, взимаемый в связи с применением упрощенной системы налогообложения*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758 089,0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845 341,0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955 235,0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1 05 02000 02 0000 110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Единый налог на вмененный доход для отдельных видов деятельности*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1 05 03000 01 0000 110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Единый сельскохозяйстве</w:t>
            </w:r>
            <w:r>
              <w:t>н</w:t>
            </w:r>
            <w:r>
              <w:t>ный налог*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356,0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356,0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356,0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1 05 04000 02 0000 110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Налог, взимаемый в связи с применением патентной с</w:t>
            </w:r>
            <w:r>
              <w:t>и</w:t>
            </w:r>
            <w:r>
              <w:t>стемы налогообложения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131 526,0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127 602,0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133 982,0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1 05 04010 02 0000 110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Налог, взимаемый в связи с применением патентной с</w:t>
            </w:r>
            <w:r>
              <w:t>и</w:t>
            </w:r>
            <w:r>
              <w:t>стемы налогообложения, з</w:t>
            </w:r>
            <w:r>
              <w:t>а</w:t>
            </w:r>
            <w:r>
              <w:t>числяемый в бюджеты горо</w:t>
            </w:r>
            <w:r>
              <w:t>д</w:t>
            </w:r>
            <w:r>
              <w:t>ских округов*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131 526,0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127 602,0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133 982,0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Налоги на имущество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738 401,0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773 732,0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813 077,0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1 06 01000 00 0000 110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имущество физич</w:t>
            </w:r>
            <w:r>
              <w:t>е</w:t>
            </w:r>
            <w:r>
              <w:t>ских лиц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319 215,0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351 136,0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386 250,0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1 06 01020 04 0000 110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имущество физич</w:t>
            </w:r>
            <w:r>
              <w:t>е</w:t>
            </w:r>
            <w:r>
              <w:t>ских лиц, взимаемый по ставкам, применяемым к об</w:t>
            </w:r>
            <w:r>
              <w:t>ъ</w:t>
            </w:r>
            <w:r>
              <w:t>ектам налогообложения, ра</w:t>
            </w:r>
            <w:r>
              <w:t>с</w:t>
            </w:r>
            <w:r>
              <w:t>положенным в границах г</w:t>
            </w:r>
            <w:r>
              <w:t>о</w:t>
            </w:r>
            <w:r>
              <w:t>родских округов*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319 215,0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351 136,0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386 250,0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1 06 02000 02 0000 110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имущество орган</w:t>
            </w:r>
            <w:r>
              <w:t>и</w:t>
            </w:r>
            <w:r>
              <w:t>заций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43 801,0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45 991,0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48 291,0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1 06 06000 00 0000 110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Земельный налог*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375 385,0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376 605,0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378 536,0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1 08 00000 00 0000 000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Государственная пошлина*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24 629,7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24 874,7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25 122,7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использования имущества, находящегося в государственной и муниц</w:t>
            </w:r>
            <w:r>
              <w:t>и</w:t>
            </w:r>
            <w:r>
              <w:lastRenderedPageBreak/>
              <w:t>пальной собственности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879 957,0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878 874,1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878 874,0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1 11 01000 00 0000 120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в виде прибыли, приходящейся на доли в уставных (складочных) кап</w:t>
            </w:r>
            <w:r>
              <w:t>и</w:t>
            </w:r>
            <w:r>
              <w:t>талах хозяйственных тов</w:t>
            </w:r>
            <w:r>
              <w:t>а</w:t>
            </w:r>
            <w:r>
              <w:t>риществ и обществ, или д</w:t>
            </w:r>
            <w:r>
              <w:t>и</w:t>
            </w:r>
            <w:r>
              <w:t>видендов по акциям, прина</w:t>
            </w:r>
            <w:r>
              <w:t>д</w:t>
            </w:r>
            <w:r>
              <w:t>лежащим Российской Фед</w:t>
            </w:r>
            <w:r>
              <w:t>е</w:t>
            </w:r>
            <w:r>
              <w:t>рации, субъектам Российской Федерации или муниципал</w:t>
            </w:r>
            <w:r>
              <w:t>ь</w:t>
            </w:r>
            <w:r>
              <w:t>ным образованиям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1 11 01040 04 0000 120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в виде прибыли, приходящейся на доли в уставных (складочных) кап</w:t>
            </w:r>
            <w:r>
              <w:t>и</w:t>
            </w:r>
            <w:r>
              <w:t>талах хозяйственных тов</w:t>
            </w:r>
            <w:r>
              <w:t>а</w:t>
            </w:r>
            <w:r>
              <w:t>риществ и обществ, или д</w:t>
            </w:r>
            <w:r>
              <w:t>и</w:t>
            </w:r>
            <w:r>
              <w:t>видендов по акциям, прина</w:t>
            </w:r>
            <w:r>
              <w:t>д</w:t>
            </w:r>
            <w:r>
              <w:t>лежащим городским округам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Доходы, получаемые в виде арендной либо иной платы за передачу в возмездное пол</w:t>
            </w:r>
            <w:r>
              <w:t>ь</w:t>
            </w:r>
            <w:r>
              <w:t>зование государственного и муниципального имущества (за исключением имущества бюджетных и автономных учреждений, а также имущ</w:t>
            </w:r>
            <w:r>
              <w:t>е</w:t>
            </w:r>
            <w:r>
              <w:t>ства государственных и м</w:t>
            </w:r>
            <w:r>
              <w:t>у</w:t>
            </w:r>
            <w:r>
              <w:t>ниципальных унитарных предприятий, в том числе к</w:t>
            </w:r>
            <w:r>
              <w:t>а</w:t>
            </w:r>
            <w:r>
              <w:t>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740 764,4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740 764,5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740 764,4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1 11 05020 00 0000 120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proofErr w:type="gramStart"/>
            <w:r>
              <w:t>Доходы, получаемые в виде арендной платы за земли п</w:t>
            </w:r>
            <w:r>
              <w:t>о</w:t>
            </w:r>
            <w:r>
              <w:t>сле разграничения госуда</w:t>
            </w:r>
            <w:r>
              <w:t>р</w:t>
            </w:r>
            <w:r>
              <w:t>ственной собственности на землю, а также средства от продажи права на заключ</w:t>
            </w:r>
            <w:r>
              <w:t>е</w:t>
            </w:r>
            <w:r>
              <w:t>ние договоров аренды ук</w:t>
            </w:r>
            <w:r>
              <w:t>а</w:t>
            </w:r>
            <w:r>
              <w:t>занных земельных участков (за исключением земельных участков бюджетных и авт</w:t>
            </w:r>
            <w:r>
              <w:t>о</w:t>
            </w:r>
            <w:r>
              <w:t>номных учреждений)</w:t>
            </w:r>
            <w:proofErr w:type="gramEnd"/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1 11 05024 04 0000 120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</w:t>
            </w:r>
            <w:r>
              <w:t>н</w:t>
            </w:r>
            <w:r>
              <w:lastRenderedPageBreak/>
              <w:t>ды за земли, находящиеся в собственности городских округов (за исключением з</w:t>
            </w:r>
            <w:r>
              <w:t>е</w:t>
            </w:r>
            <w:r>
              <w:t>мельных участков муниц</w:t>
            </w:r>
            <w:r>
              <w:t>и</w:t>
            </w:r>
            <w:r>
              <w:t>пальных бюджетных и авт</w:t>
            </w:r>
            <w:r>
              <w:t>о</w:t>
            </w:r>
            <w:r>
              <w:t>номных учреждений)</w:t>
            </w:r>
            <w:proofErr w:type="gramEnd"/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700 000,0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1 11 05030 00 0000 120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сдачи в аренду имущества, находящегося в оперативном управлении о</w:t>
            </w:r>
            <w:r>
              <w:t>р</w:t>
            </w:r>
            <w:r>
              <w:t>ганов государственной вл</w:t>
            </w:r>
            <w:r>
              <w:t>а</w:t>
            </w:r>
            <w:r>
              <w:t>сти, органов местного сам</w:t>
            </w:r>
            <w:r>
              <w:t>о</w:t>
            </w:r>
            <w:r>
              <w:t>управления, государственных внебюджетных фондов и с</w:t>
            </w:r>
            <w:r>
              <w:t>о</w:t>
            </w:r>
            <w:r>
              <w:t>зданных ими учреждений (за исключением имущества бюджетных и автономных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1 11 05034 04 0000 120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сдачи в аренду имущества, находящегося в оперативном управлении о</w:t>
            </w:r>
            <w:r>
              <w:t>р</w:t>
            </w:r>
            <w:r>
              <w:t>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1 11 05070 00 0000 120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сдачи в аренду имущества, составляющего государственную (муниц</w:t>
            </w:r>
            <w:r>
              <w:t>и</w:t>
            </w:r>
            <w:r>
              <w:t>пальную) казну (за исключ</w:t>
            </w:r>
            <w:r>
              <w:t>е</w:t>
            </w:r>
            <w:r>
              <w:t>нием земельных участков)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1 11 05074 04 0000 120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1 11 05320 00 0000 120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по соглашениям об установлении сервитута в о</w:t>
            </w:r>
            <w:r>
              <w:t>т</w:t>
            </w:r>
            <w:r>
              <w:t>ношении земельных участков после разграничения гос</w:t>
            </w:r>
            <w:r>
              <w:t>у</w:t>
            </w:r>
            <w:r>
              <w:t>дарственной собственности на землю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1 11 05324 04 0000 120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Плата по соглашениям об </w:t>
            </w:r>
            <w:r>
              <w:lastRenderedPageBreak/>
              <w:t>установлении сервитута, з</w:t>
            </w:r>
            <w:r>
              <w:t>а</w:t>
            </w:r>
            <w:r>
              <w:t>ключенным органами мес</w:t>
            </w:r>
            <w:r>
              <w:t>т</w:t>
            </w:r>
            <w:r>
              <w:t>ного самоуправления горо</w:t>
            </w:r>
            <w:r>
              <w:t>д</w:t>
            </w:r>
            <w:r>
              <w:t>ских округов, государстве</w:t>
            </w:r>
            <w:r>
              <w:t>н</w:t>
            </w:r>
            <w:r>
              <w:t>ными или муниципальными предприятиями либо гос</w:t>
            </w:r>
            <w:r>
              <w:t>у</w:t>
            </w:r>
            <w:r>
              <w:t>дарственными или муниц</w:t>
            </w:r>
            <w:r>
              <w:t>и</w:t>
            </w:r>
            <w:r>
              <w:t>пальными учреждениями в отношении земельных учас</w:t>
            </w:r>
            <w:r>
              <w:t>т</w:t>
            </w:r>
            <w:r>
              <w:t>ков, находящихся в со</w:t>
            </w:r>
            <w:r>
              <w:t>б</w:t>
            </w:r>
            <w:r>
              <w:t>ственности городских окр</w:t>
            </w:r>
            <w:r>
              <w:t>у</w:t>
            </w:r>
            <w:r>
              <w:t>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4,4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1 11 07000 00 0000 120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1 083,0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1 11 07010 00 0000 120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перечисления ч</w:t>
            </w:r>
            <w:r>
              <w:t>а</w:t>
            </w:r>
            <w:r>
              <w:t>сти прибыли государстве</w:t>
            </w:r>
            <w:r>
              <w:t>н</w:t>
            </w:r>
            <w:r>
              <w:t>ных и муниципальных ун</w:t>
            </w:r>
            <w:r>
              <w:t>и</w:t>
            </w:r>
            <w:r>
              <w:t>тарных предприятий, оста</w:t>
            </w:r>
            <w:r>
              <w:t>ю</w:t>
            </w:r>
            <w:r>
              <w:t>щейся после уплаты налогов и обязательных платежей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1 083,0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1 11 07014 04 0000 120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перечисления ч</w:t>
            </w:r>
            <w:r>
              <w:t>а</w:t>
            </w:r>
            <w:r>
              <w:t>сти прибыли, остающейся после уплаты налогов и иных обязательных платежей м</w:t>
            </w:r>
            <w:r>
              <w:t>у</w:t>
            </w:r>
            <w:r>
              <w:t>ниципальных унитарных предприятий, созданных г</w:t>
            </w:r>
            <w:r>
              <w:t>о</w:t>
            </w:r>
            <w:r>
              <w:t>родскими округами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1 083,0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1 11 09000 00 0000 120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доходы от использ</w:t>
            </w:r>
            <w:r>
              <w:t>о</w:t>
            </w:r>
            <w:r>
              <w:t>вания имущества и прав, находящихся в государстве</w:t>
            </w:r>
            <w:r>
              <w:t>н</w:t>
            </w:r>
            <w:r>
              <w:t>ной и муниципальной со</w:t>
            </w:r>
            <w:r>
              <w:t>б</w:t>
            </w:r>
            <w:r>
              <w:t>ственности (за исключением имущества бюджетных и а</w:t>
            </w:r>
            <w:r>
              <w:t>в</w:t>
            </w:r>
            <w:r>
              <w:t>тономных учреждений, а также имущества госуда</w:t>
            </w:r>
            <w:r>
              <w:t>р</w:t>
            </w:r>
            <w:r>
              <w:t>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137 651,5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137 651,5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137 651,5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1 11 09040 00 0000 120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поступления от и</w:t>
            </w:r>
            <w:r>
              <w:t>с</w:t>
            </w:r>
            <w:r>
              <w:t>пользования имущества, находящегося в госуда</w:t>
            </w:r>
            <w:r>
              <w:t>р</w:t>
            </w:r>
            <w:r>
              <w:t>ственной и муниципальной собственности (за исключ</w:t>
            </w:r>
            <w:r>
              <w:t>е</w:t>
            </w:r>
            <w:r>
              <w:t xml:space="preserve">нием имущества бюджетных </w:t>
            </w:r>
            <w:r>
              <w:lastRenderedPageBreak/>
              <w:t>и автономных учреждений, а также имущества госуда</w:t>
            </w:r>
            <w:r>
              <w:t>р</w:t>
            </w:r>
            <w:r>
              <w:t>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1 462,1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1 11 09044 04 0000 120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поступления от и</w:t>
            </w:r>
            <w:r>
              <w:t>с</w:t>
            </w:r>
            <w:r>
              <w:t>пользования имущества, находящегося в собственн</w:t>
            </w:r>
            <w:r>
              <w:t>о</w:t>
            </w:r>
            <w:r>
              <w:t>сти городских округов (за и</w:t>
            </w:r>
            <w:r>
              <w:t>с</w:t>
            </w:r>
            <w:r>
              <w:t>ключением имущества мун</w:t>
            </w:r>
            <w:r>
              <w:t>и</w:t>
            </w:r>
            <w:r>
              <w:t>ципальных бюджетных и а</w:t>
            </w:r>
            <w:r>
              <w:t>в</w:t>
            </w:r>
            <w:r>
              <w:t>тономных учреждений, а также имущества муниц</w:t>
            </w:r>
            <w:r>
              <w:t>и</w:t>
            </w:r>
            <w:r>
              <w:t>пальных унитарных предпр</w:t>
            </w:r>
            <w:r>
              <w:t>и</w:t>
            </w:r>
            <w:r>
              <w:t>ятий, в том числе казенных)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1 11 09080 04 0000 120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Плата, поступившая в рамках договора за предоставление права на размещение и эк</w:t>
            </w:r>
            <w:r>
              <w:t>с</w:t>
            </w:r>
            <w:r>
              <w:t>плуатацию нестационарного торгового объекта, установку и эксплуатацию рекламных конструкций на землях или земельных участках, наход</w:t>
            </w:r>
            <w:r>
              <w:t>я</w:t>
            </w:r>
            <w:r>
              <w:t>щихся в собственности г</w:t>
            </w:r>
            <w:r>
              <w:t>о</w:t>
            </w:r>
            <w:r>
              <w:t>родских округов, и на землях или земельных участках, го</w:t>
            </w:r>
            <w:r>
              <w:t>с</w:t>
            </w:r>
            <w:r>
              <w:t>ударственная собственность на которые не разграничена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136 189,4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136 189,4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136 189,4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1 12 00000 00 0000 000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Платежи при пользовании природными ресурсами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2 594,0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3 094,0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3 094,0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1 12 01000 01 0000 120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за негативное возде</w:t>
            </w:r>
            <w:r>
              <w:t>й</w:t>
            </w:r>
            <w:r>
              <w:t>ствие на окружающую среду*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2 594,0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3 094,0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3 094,0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205 072,2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203 507,8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203 507,8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1 13 01000 00 0000 130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оказания платных услуг (работ)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1 13 01070 00 0000 130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оказания инфо</w:t>
            </w:r>
            <w:r>
              <w:t>р</w:t>
            </w:r>
            <w:r>
              <w:t>мационных услуг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1 13 01074 04 0000 130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оказания инфо</w:t>
            </w:r>
            <w:r>
              <w:t>р</w:t>
            </w:r>
            <w:r>
              <w:t>мационных услуг органами местного самоуправления г</w:t>
            </w:r>
            <w:r>
              <w:t>о</w:t>
            </w:r>
            <w:r>
              <w:lastRenderedPageBreak/>
              <w:t>родских округов, казенными учреждениями городских округов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1 732,0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1 13 02000 00 0000 130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компенсации з</w:t>
            </w:r>
            <w:r>
              <w:t>а</w:t>
            </w:r>
            <w:r>
              <w:t>трат государства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203 340,2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201 775,8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201 775,8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1 13 02060 00 0000 130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Доходы, поступающие в п</w:t>
            </w:r>
            <w:r>
              <w:t>о</w:t>
            </w:r>
            <w:r>
              <w:t>рядке возмещения расходов, понесенных в связи с экспл</w:t>
            </w:r>
            <w:r>
              <w:t>у</w:t>
            </w:r>
            <w:r>
              <w:t>атацией имущества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1 13 02064 04 0000 130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Доходы, поступающие в п</w:t>
            </w:r>
            <w:r>
              <w:t>о</w:t>
            </w:r>
            <w:r>
              <w:t>рядке возмещения расходов, понесенных в связи с экспл</w:t>
            </w:r>
            <w:r>
              <w:t>у</w:t>
            </w:r>
            <w:r>
              <w:t>атацией имущества горо</w:t>
            </w:r>
            <w:r>
              <w:t>д</w:t>
            </w:r>
            <w:r>
              <w:t>ских округов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1 13 02990 00 0000 130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доходы от компенс</w:t>
            </w:r>
            <w:r>
              <w:t>а</w:t>
            </w:r>
            <w:r>
              <w:t>ции затрат государства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203 130,0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201 565,6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201 565,6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1 13 02994 04 0000 130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доходы от компенс</w:t>
            </w:r>
            <w:r>
              <w:t>а</w:t>
            </w:r>
            <w:r>
              <w:t>ции затрат бюджетов горо</w:t>
            </w:r>
            <w:r>
              <w:t>д</w:t>
            </w:r>
            <w:r>
              <w:t>ских округов*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203 130,0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201 565,6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201 565,6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продажи матер</w:t>
            </w:r>
            <w:r>
              <w:t>и</w:t>
            </w:r>
            <w:r>
              <w:t>альных и нематериальных активов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137 190,5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137 597,0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137 827,3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1 14 02000 00 0000 000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реализации им</w:t>
            </w:r>
            <w:r>
              <w:t>у</w:t>
            </w:r>
            <w:r>
              <w:t>щества, находящегося в гос</w:t>
            </w:r>
            <w:r>
              <w:t>у</w:t>
            </w:r>
            <w:r>
              <w:t>дарственной и муниципал</w:t>
            </w:r>
            <w:r>
              <w:t>ь</w:t>
            </w:r>
            <w:r>
              <w:t>ной собственности (за и</w:t>
            </w:r>
            <w:r>
              <w:t>с</w:t>
            </w:r>
            <w:r>
              <w:t>ключением движимого им</w:t>
            </w:r>
            <w:r>
              <w:t>у</w:t>
            </w:r>
            <w:r>
              <w:t>щества бюджетных и авт</w:t>
            </w:r>
            <w:r>
              <w:t>о</w:t>
            </w:r>
            <w:r>
              <w:t>номных учреждений, а также имущества государственных и муниципальных унитарных предприятий, в том числе к</w:t>
            </w:r>
            <w:r>
              <w:t>а</w:t>
            </w:r>
            <w:r>
              <w:t>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1 14 02043 04 0000 410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</w:t>
            </w:r>
            <w:r>
              <w:t>е</w:t>
            </w:r>
            <w:r>
              <w:t>ства муниципальных унита</w:t>
            </w:r>
            <w:r>
              <w:t>р</w:t>
            </w:r>
            <w:r>
              <w:t>ных предприятий, в том чи</w:t>
            </w:r>
            <w:r>
              <w:t>с</w:t>
            </w:r>
            <w:r>
              <w:lastRenderedPageBreak/>
              <w:t>ле казенных), в части реал</w:t>
            </w:r>
            <w:r>
              <w:t>и</w:t>
            </w:r>
            <w:r>
              <w:t>зации основных средств по указанному имуществу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24,6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1 14 06000 00 0000 430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продажи земел</w:t>
            </w:r>
            <w:r>
              <w:t>ь</w:t>
            </w:r>
            <w:r>
              <w:t>ных участков, находящихся в государственной и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2 165,9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2 572,4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2 802,7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1 14 06020 00 0000 430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продажи земел</w:t>
            </w:r>
            <w:r>
              <w:t>ь</w:t>
            </w:r>
            <w:r>
              <w:t>ных участков, государстве</w:t>
            </w:r>
            <w:r>
              <w:t>н</w:t>
            </w:r>
            <w:r>
              <w:t>ная собственность на кот</w:t>
            </w:r>
            <w:r>
              <w:t>о</w:t>
            </w:r>
            <w:r>
              <w:t>рые разграничена (за искл</w:t>
            </w:r>
            <w:r>
              <w:t>ю</w:t>
            </w:r>
            <w:r>
              <w:t>чением земельных участков бюджетных и автономных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2 165,9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2 572,4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2 802,7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1 14 06024 04 0000 430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продажи земел</w:t>
            </w:r>
            <w:r>
              <w:t>ь</w:t>
            </w:r>
            <w:r>
              <w:t>ных участков, находящихся в собственности городских округов (за исключением з</w:t>
            </w:r>
            <w:r>
              <w:t>е</w:t>
            </w:r>
            <w:r>
              <w:t>мельных участков муниц</w:t>
            </w:r>
            <w:r>
              <w:t>и</w:t>
            </w:r>
            <w:r>
              <w:t>пальных бюджетных и авт</w:t>
            </w:r>
            <w:r>
              <w:t>о</w:t>
            </w:r>
            <w:r>
              <w:t>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2 165,9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2 572,4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2 802,7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1 14 06300 00 0000 430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за увеличение площади земельных участков, наход</w:t>
            </w:r>
            <w:r>
              <w:t>я</w:t>
            </w:r>
            <w:r>
              <w:t>щихся в частной собственн</w:t>
            </w:r>
            <w:r>
              <w:t>о</w:t>
            </w:r>
            <w:r>
              <w:t>сти, в результате перераспр</w:t>
            </w:r>
            <w:r>
              <w:t>е</w:t>
            </w:r>
            <w:r>
              <w:t>деления таких земельных участков и земель (или) з</w:t>
            </w:r>
            <w:r>
              <w:t>е</w:t>
            </w:r>
            <w:r>
              <w:t>мельных участков, наход</w:t>
            </w:r>
            <w:r>
              <w:t>я</w:t>
            </w:r>
            <w:r>
              <w:t>щихся в государственной или муниципальной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1 14 06320 00 0000 430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за увеличение площади земельных участков, наход</w:t>
            </w:r>
            <w:r>
              <w:t>я</w:t>
            </w:r>
            <w:r>
              <w:t>щихся в частной собственн</w:t>
            </w:r>
            <w:r>
              <w:t>о</w:t>
            </w:r>
            <w:r>
              <w:t>сти, в результате перераспр</w:t>
            </w:r>
            <w:r>
              <w:t>е</w:t>
            </w:r>
            <w:r>
              <w:t>деления таких земельных участков и земельных учас</w:t>
            </w:r>
            <w:r>
              <w:t>т</w:t>
            </w:r>
            <w:r>
              <w:t>ков после разграничения го</w:t>
            </w:r>
            <w:r>
              <w:t>с</w:t>
            </w:r>
            <w:r>
              <w:t>ударственной собственности на землю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1 14 06324 04 0000 430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за увеличение площади земельных участков, наход</w:t>
            </w:r>
            <w:r>
              <w:t>я</w:t>
            </w:r>
            <w:r>
              <w:t>щихся в частной собственн</w:t>
            </w:r>
            <w:r>
              <w:t>о</w:t>
            </w:r>
            <w:r>
              <w:t>сти, в результате перераспр</w:t>
            </w:r>
            <w:r>
              <w:t>е</w:t>
            </w:r>
            <w:r>
              <w:lastRenderedPageBreak/>
              <w:t>деления таких земельных участков и земельных учас</w:t>
            </w:r>
            <w:r>
              <w:t>т</w:t>
            </w:r>
            <w:r>
              <w:t>ков, находящихся в со</w:t>
            </w:r>
            <w:r>
              <w:t>б</w:t>
            </w:r>
            <w:r>
              <w:t>ственности городских окр</w:t>
            </w:r>
            <w:r>
              <w:t>у</w:t>
            </w:r>
            <w:r>
              <w:t>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135 000,0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1 16 00000 00 0000 000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Штрафы, санкции, возмещ</w:t>
            </w:r>
            <w:r>
              <w:t>е</w:t>
            </w:r>
            <w:r>
              <w:t>ние ущерба*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41 009,0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41 328,9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40 983,4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2 00 00000 00 0000 000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Безвозмездные поступления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6 138 335,7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3 520 414,0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2 478 971,2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2 02 00000 00 0000 000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Безвозмездные поступления от других бюджетов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6 088 335,7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3 470 414,0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2 428 971,2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2 02 10000 00 0000 150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Дотации бюджетам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186 034,8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149 948,6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152 264,8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2 02 20000 00 0000 150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Субсидии бюджетам бю</w:t>
            </w:r>
            <w:r>
              <w:t>д</w:t>
            </w:r>
            <w:r>
              <w:t>жетной системы Российской Федерации (межбюджетные субсидии)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3 932 446,1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1 175 560,6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130 430,1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2 02 30000 00 0000 150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Субвенции бюджетам бю</w:t>
            </w:r>
            <w:r>
              <w:t>д</w:t>
            </w:r>
            <w:r>
              <w:t>жетной системы Российской Федерации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1 969 854,8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2 144 904,8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2 146 276,3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2 07 00000 00 0000 000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безвозмездные п</w:t>
            </w:r>
            <w:r>
              <w:t>о</w:t>
            </w:r>
            <w:r>
              <w:t>ступления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2 07 04050 04 0000 150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безвозмездные п</w:t>
            </w:r>
            <w:r>
              <w:t>о</w:t>
            </w:r>
            <w:r>
              <w:t>ступления в бюджеты горо</w:t>
            </w:r>
            <w:r>
              <w:t>д</w:t>
            </w:r>
            <w:r>
              <w:t>ских округов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b/>
                <w:bCs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10 493 658,7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8 017 878,5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7 219 659,8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6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</w:tr>
      <w:tr w:rsidR="00D2634F" w:rsidTr="00D2634F">
        <w:tc>
          <w:tcPr>
            <w:tcW w:w="96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*По видам и подвидам доходов, входящим в  соответствующий </w:t>
            </w:r>
            <w:proofErr w:type="spellStart"/>
            <w:r>
              <w:rPr>
                <w:sz w:val="28"/>
                <w:szCs w:val="28"/>
              </w:rPr>
              <w:t>группир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вочный</w:t>
            </w:r>
            <w:proofErr w:type="spellEnd"/>
            <w:r>
              <w:rPr>
                <w:sz w:val="28"/>
                <w:szCs w:val="28"/>
              </w:rPr>
              <w:t xml:space="preserve"> код бюджетной классификации, зачисляемым в местные бюджеты в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ответствии с законодательством Российской Федерации. 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Богодистов</w:t>
            </w:r>
          </w:p>
        </w:tc>
      </w:tr>
      <w:tr w:rsidR="00D2634F" w:rsidTr="00D2634F"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34F" w:rsidRPr="00FB2CC5" w:rsidRDefault="00D2634F" w:rsidP="00D2634F"/>
    <w:p w:rsidR="002500BB" w:rsidRPr="00D2634F" w:rsidRDefault="002500BB" w:rsidP="00D2634F"/>
    <w:sectPr w:rsidR="002500BB" w:rsidRPr="00D2634F" w:rsidSect="00D2634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D5D" w:rsidRDefault="009B4D5D" w:rsidP="00E12559">
      <w:r>
        <w:separator/>
      </w:r>
    </w:p>
  </w:endnote>
  <w:endnote w:type="continuationSeparator" w:id="0">
    <w:p w:rsidR="009B4D5D" w:rsidRDefault="009B4D5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D5D" w:rsidRDefault="009B4D5D" w:rsidP="00E12559">
      <w:r>
        <w:separator/>
      </w:r>
    </w:p>
  </w:footnote>
  <w:footnote w:type="continuationSeparator" w:id="0">
    <w:p w:rsidR="009B4D5D" w:rsidRDefault="009B4D5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6A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4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65E49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B4D5D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070A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34F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6A3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27C0E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807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0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807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0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9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Караханова Юлия Викторовна</cp:lastModifiedBy>
  <cp:revision>4</cp:revision>
  <cp:lastPrinted>2024-12-16T09:33:00Z</cp:lastPrinted>
  <dcterms:created xsi:type="dcterms:W3CDTF">2024-12-13T13:49:00Z</dcterms:created>
  <dcterms:modified xsi:type="dcterms:W3CDTF">2024-12-23T13:56:00Z</dcterms:modified>
</cp:coreProperties>
</file>