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3602"/>
        <w:gridCol w:w="496"/>
        <w:gridCol w:w="369"/>
        <w:gridCol w:w="190"/>
        <w:gridCol w:w="377"/>
        <w:gridCol w:w="567"/>
        <w:gridCol w:w="602"/>
        <w:gridCol w:w="816"/>
        <w:gridCol w:w="1382"/>
      </w:tblGrid>
      <w:tr w:rsidR="00DF5E0A" w:rsidTr="00DF5E0A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F5E0A" w:rsidRDefault="00DF5E0A" w:rsidP="00DF5E0A">
            <w:pPr>
              <w:ind w:left="1360"/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jc w:val="center"/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F64F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F64F5A">
              <w:rPr>
                <w:szCs w:val="28"/>
              </w:rPr>
              <w:t>5</w:t>
            </w:r>
          </w:p>
        </w:tc>
      </w:tr>
      <w:tr w:rsidR="00DF5E0A" w:rsidTr="00DF5E0A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F5E0A" w:rsidRDefault="00DF5E0A" w:rsidP="00DF5E0A">
            <w:pPr>
              <w:ind w:left="1360"/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jc w:val="center"/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881D5E" w:rsidP="00881D5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DF5E0A">
              <w:rPr>
                <w:szCs w:val="28"/>
              </w:rPr>
              <w:t>решени</w:t>
            </w:r>
            <w:r>
              <w:rPr>
                <w:szCs w:val="28"/>
              </w:rPr>
              <w:t>ю</w:t>
            </w:r>
            <w:r w:rsidR="00DF5E0A">
              <w:rPr>
                <w:szCs w:val="28"/>
              </w:rPr>
              <w:t xml:space="preserve"> Думы</w:t>
            </w:r>
          </w:p>
        </w:tc>
      </w:tr>
      <w:tr w:rsidR="00DF5E0A" w:rsidTr="00DF5E0A">
        <w:trPr>
          <w:cantSplit/>
        </w:trPr>
        <w:tc>
          <w:tcPr>
            <w:tcW w:w="4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jc w:val="center"/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DF5E0A" w:rsidTr="00DF5E0A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jc w:val="center"/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DF5E0A" w:rsidTr="00DF5E0A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jc w:val="center"/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</w:p>
        </w:tc>
      </w:tr>
      <w:tr w:rsidR="00DF5E0A" w:rsidTr="00DF5E0A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DF5E0A" w:rsidRDefault="00DF5E0A" w:rsidP="00DF5E0A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E0A" w:rsidRDefault="00DF5E0A" w:rsidP="00DF5E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F5A" w:rsidTr="00DF5E0A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6E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9</w:t>
            </w:r>
          </w:p>
        </w:tc>
      </w:tr>
      <w:tr w:rsidR="00F64F5A" w:rsidTr="00E5571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6E0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6E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6E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6E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6E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6E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14 декабря 2018 года №43</w:t>
            </w:r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F64F5A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6E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6E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F64F5A" w:rsidTr="00E81445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4F5A" w:rsidRDefault="00F64F5A" w:rsidP="006E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____)</w:t>
            </w:r>
          </w:p>
        </w:tc>
      </w:tr>
      <w:tr w:rsidR="00F64F5A" w:rsidTr="005761C0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szCs w:val="28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F5A" w:rsidRDefault="00F64F5A" w:rsidP="00DF5E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F5A" w:rsidTr="00DF5E0A">
        <w:trPr>
          <w:cantSplit/>
        </w:trPr>
        <w:tc>
          <w:tcPr>
            <w:tcW w:w="97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F5A" w:rsidRDefault="00F64F5A" w:rsidP="00DF5E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БЮДЖЕТНЫХ АССИГНОВАНИЙ </w:t>
            </w:r>
            <w:r>
              <w:rPr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Cs w:val="28"/>
              </w:rPr>
              <w:br/>
              <w:t>на плановый период 2020 и  2021 годов</w:t>
            </w:r>
          </w:p>
        </w:tc>
      </w:tr>
      <w:tr w:rsidR="00F64F5A" w:rsidTr="00DF5E0A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F5A" w:rsidRDefault="00F64F5A" w:rsidP="00DF5E0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F5A" w:rsidRDefault="00F64F5A" w:rsidP="00DF5E0A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F5A" w:rsidRDefault="00F64F5A" w:rsidP="00DF5E0A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F5A" w:rsidRDefault="00F64F5A" w:rsidP="00DF5E0A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F5A" w:rsidRDefault="00F64F5A" w:rsidP="00DF5E0A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5A" w:rsidRDefault="00F64F5A" w:rsidP="00DF5E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F5A" w:rsidRPr="00DF5E0A" w:rsidTr="009C3EFE">
        <w:trPr>
          <w:cantSplit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5A" w:rsidRPr="00DF5E0A" w:rsidRDefault="00F64F5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5A" w:rsidRPr="00DF5E0A" w:rsidRDefault="00F64F5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5A" w:rsidRPr="00DF5E0A" w:rsidRDefault="00F64F5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5A" w:rsidRPr="00DF5E0A" w:rsidRDefault="00F64F5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5A" w:rsidRPr="00F64F5A" w:rsidRDefault="00F64F5A" w:rsidP="00F64F5A">
            <w:pPr>
              <w:jc w:val="right"/>
              <w:rPr>
                <w:szCs w:val="28"/>
              </w:rPr>
            </w:pPr>
            <w:r w:rsidRPr="00F64F5A">
              <w:rPr>
                <w:szCs w:val="28"/>
              </w:rPr>
              <w:t>(тыс. рублей)</w:t>
            </w:r>
          </w:p>
        </w:tc>
      </w:tr>
      <w:tr w:rsidR="00F64F5A" w:rsidRPr="00DF5E0A" w:rsidTr="00DF5E0A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5A" w:rsidRPr="00DF5E0A" w:rsidRDefault="00F64F5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№</w:t>
            </w:r>
            <w:r w:rsidRPr="00DF5E0A">
              <w:rPr>
                <w:sz w:val="24"/>
                <w:szCs w:val="24"/>
              </w:rPr>
              <w:br/>
            </w:r>
            <w:proofErr w:type="gramStart"/>
            <w:r w:rsidRPr="00DF5E0A">
              <w:rPr>
                <w:sz w:val="24"/>
                <w:szCs w:val="24"/>
              </w:rPr>
              <w:t>п</w:t>
            </w:r>
            <w:proofErr w:type="gramEnd"/>
            <w:r w:rsidRPr="00DF5E0A">
              <w:rPr>
                <w:sz w:val="24"/>
                <w:szCs w:val="24"/>
              </w:rPr>
              <w:t>/п</w:t>
            </w:r>
          </w:p>
        </w:tc>
        <w:tc>
          <w:tcPr>
            <w:tcW w:w="508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5A" w:rsidRPr="00DF5E0A" w:rsidRDefault="00F64F5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5A" w:rsidRPr="00DF5E0A" w:rsidRDefault="00F64F5A" w:rsidP="00DF5E0A">
            <w:pPr>
              <w:jc w:val="center"/>
              <w:rPr>
                <w:sz w:val="24"/>
                <w:szCs w:val="24"/>
              </w:rPr>
            </w:pPr>
            <w:proofErr w:type="spellStart"/>
            <w:r w:rsidRPr="00DF5E0A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5A" w:rsidRPr="00DF5E0A" w:rsidRDefault="00F64F5A" w:rsidP="00DF5E0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F5E0A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5A" w:rsidRPr="00DF5E0A" w:rsidRDefault="00F64F5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2020 год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5A" w:rsidRPr="00DF5E0A" w:rsidRDefault="00F64F5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2021 год</w:t>
            </w:r>
          </w:p>
        </w:tc>
      </w:tr>
    </w:tbl>
    <w:p w:rsidR="00DF5E0A" w:rsidRPr="00DF5E0A" w:rsidRDefault="00DF5E0A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467"/>
        <w:gridCol w:w="567"/>
        <w:gridCol w:w="567"/>
        <w:gridCol w:w="1418"/>
        <w:gridCol w:w="1382"/>
      </w:tblGrid>
      <w:tr w:rsidR="00DF5E0A" w:rsidRPr="00DF5E0A" w:rsidTr="00DF5E0A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</w:t>
            </w:r>
          </w:p>
        </w:tc>
        <w:tc>
          <w:tcPr>
            <w:tcW w:w="5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6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F64F5A">
            <w:pPr>
              <w:jc w:val="both"/>
              <w:rPr>
                <w:b/>
                <w:bCs/>
                <w:sz w:val="24"/>
                <w:szCs w:val="24"/>
              </w:rPr>
            </w:pPr>
            <w:r w:rsidRPr="00DF5E0A">
              <w:rPr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right"/>
              <w:rPr>
                <w:b/>
                <w:bCs/>
                <w:sz w:val="24"/>
                <w:szCs w:val="24"/>
              </w:rPr>
            </w:pPr>
            <w:r w:rsidRPr="00DF5E0A">
              <w:rPr>
                <w:b/>
                <w:bCs/>
                <w:sz w:val="24"/>
                <w:szCs w:val="24"/>
              </w:rPr>
              <w:t>4 272 902,6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right"/>
              <w:rPr>
                <w:b/>
                <w:bCs/>
                <w:sz w:val="24"/>
                <w:szCs w:val="24"/>
              </w:rPr>
            </w:pPr>
            <w:r w:rsidRPr="00DF5E0A">
              <w:rPr>
                <w:b/>
                <w:bCs/>
                <w:sz w:val="24"/>
                <w:szCs w:val="24"/>
              </w:rPr>
              <w:t>5 035 850,7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309 847,2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309 753,3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</w:t>
            </w:r>
            <w:r w:rsidRPr="00DF5E0A">
              <w:rPr>
                <w:sz w:val="24"/>
                <w:szCs w:val="24"/>
              </w:rPr>
              <w:t>и</w:t>
            </w:r>
            <w:r w:rsidRPr="00DF5E0A">
              <w:rPr>
                <w:sz w:val="24"/>
                <w:szCs w:val="24"/>
              </w:rPr>
              <w:t>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1 724,4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1 724,4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Функционирование законодательных (пре</w:t>
            </w:r>
            <w:r w:rsidRPr="00DF5E0A">
              <w:rPr>
                <w:sz w:val="24"/>
                <w:szCs w:val="24"/>
              </w:rPr>
              <w:t>д</w:t>
            </w:r>
            <w:r w:rsidRPr="00DF5E0A">
              <w:rPr>
                <w:sz w:val="24"/>
                <w:szCs w:val="24"/>
              </w:rPr>
              <w:t>ставительных) органов государственной вл</w:t>
            </w:r>
            <w:r w:rsidRPr="00DF5E0A">
              <w:rPr>
                <w:sz w:val="24"/>
                <w:szCs w:val="24"/>
              </w:rPr>
              <w:t>а</w:t>
            </w:r>
            <w:r w:rsidRPr="00DF5E0A">
              <w:rPr>
                <w:sz w:val="24"/>
                <w:szCs w:val="24"/>
              </w:rPr>
              <w:t>сти и представительных органов муниципал</w:t>
            </w:r>
            <w:r w:rsidRPr="00DF5E0A">
              <w:rPr>
                <w:sz w:val="24"/>
                <w:szCs w:val="24"/>
              </w:rPr>
              <w:t>ь</w:t>
            </w:r>
            <w:r w:rsidRPr="00DF5E0A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3 340,5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3 340,5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138 089,6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138 015,8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17,2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7,5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Обеспечение деятельности финансовых, нал</w:t>
            </w:r>
            <w:r w:rsidRPr="00DF5E0A">
              <w:rPr>
                <w:sz w:val="24"/>
                <w:szCs w:val="24"/>
              </w:rPr>
              <w:t>о</w:t>
            </w:r>
            <w:r w:rsidRPr="00DF5E0A">
              <w:rPr>
                <w:sz w:val="24"/>
                <w:szCs w:val="24"/>
              </w:rPr>
              <w:t>говых и таможенных органов и органов ф</w:t>
            </w:r>
            <w:r w:rsidRPr="00DF5E0A">
              <w:rPr>
                <w:sz w:val="24"/>
                <w:szCs w:val="24"/>
              </w:rPr>
              <w:t>и</w:t>
            </w:r>
            <w:r w:rsidRPr="00DF5E0A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center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28 660,7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28 660,7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3 000,0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3 000,0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135 014,8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135 004,4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150,0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125,0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150,0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125,0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Национальная безопасность и правоохран</w:t>
            </w:r>
            <w:r w:rsidRPr="00DF5E0A">
              <w:rPr>
                <w:sz w:val="24"/>
                <w:szCs w:val="24"/>
              </w:rPr>
              <w:t>и</w:t>
            </w:r>
            <w:r w:rsidRPr="00DF5E0A">
              <w:rPr>
                <w:sz w:val="24"/>
                <w:szCs w:val="24"/>
              </w:rPr>
              <w:t>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91 809,5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92 167,7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Защита населения и территории от чрезвыча</w:t>
            </w:r>
            <w:r w:rsidRPr="00DF5E0A">
              <w:rPr>
                <w:sz w:val="24"/>
                <w:szCs w:val="24"/>
              </w:rPr>
              <w:t>й</w:t>
            </w:r>
            <w:r w:rsidRPr="00DF5E0A">
              <w:rPr>
                <w:sz w:val="24"/>
                <w:szCs w:val="24"/>
              </w:rPr>
              <w:t>ных ситуаций природного и техногенного х</w:t>
            </w:r>
            <w:r w:rsidRPr="00DF5E0A">
              <w:rPr>
                <w:sz w:val="24"/>
                <w:szCs w:val="24"/>
              </w:rPr>
              <w:t>а</w:t>
            </w:r>
            <w:r w:rsidRPr="00DF5E0A">
              <w:rPr>
                <w:sz w:val="24"/>
                <w:szCs w:val="24"/>
              </w:rPr>
              <w:t>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91 809,5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92 167,7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4.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296 100,0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373 892,9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2 157,7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2 157,7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247 543,7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249 354,6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2 000,0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2 000,0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5 486,7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0,0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Другие вопросы в области национальной эк</w:t>
            </w:r>
            <w:r w:rsidRPr="00DF5E0A">
              <w:rPr>
                <w:sz w:val="24"/>
                <w:szCs w:val="24"/>
              </w:rPr>
              <w:t>о</w:t>
            </w:r>
            <w:r w:rsidRPr="00DF5E0A">
              <w:rPr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38 911,9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120 380,6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5.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1 623 183,0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2 321 441,6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1 246,8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1 246,8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1 404 498,3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2 105 263,2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195 206,7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192 700,4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22 231,2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22 231,2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6.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1 423 040,4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1 405 699,6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534 761,1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536 651,2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630 511,0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611 090,5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159 619,5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159 838,6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20 456,3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20 480,2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77 692,5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77 639,1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7.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256 286,0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256 750,1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235 891,0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236 348,4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Другие вопросы в области культуры, кинем</w:t>
            </w:r>
            <w:r w:rsidRPr="00DF5E0A">
              <w:rPr>
                <w:sz w:val="24"/>
                <w:szCs w:val="24"/>
              </w:rPr>
              <w:t>а</w:t>
            </w:r>
            <w:r w:rsidRPr="00DF5E0A">
              <w:rPr>
                <w:sz w:val="24"/>
                <w:szCs w:val="24"/>
              </w:rPr>
              <w:t>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20 395,0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20 401,7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9.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82 968,4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82 596,6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6 321,0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6 321,0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24 002,6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24 002,6</w:t>
            </w:r>
          </w:p>
        </w:tc>
      </w:tr>
      <w:tr w:rsidR="00F64F5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4F5A" w:rsidRPr="00DF5E0A" w:rsidRDefault="00F64F5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4F5A" w:rsidRPr="00DF5E0A" w:rsidRDefault="00F64F5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4F5A" w:rsidRPr="00DF5E0A" w:rsidRDefault="00F64F5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4F5A" w:rsidRPr="00DF5E0A" w:rsidRDefault="00F64F5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4F5A" w:rsidRPr="00DF5E0A" w:rsidRDefault="00F64F5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4F5A" w:rsidRPr="00DF5E0A" w:rsidRDefault="00F64F5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52 644,8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52 273,0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10.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136 762,3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80 082,9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133 856,5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77 176,4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Другие вопросы в области физической культ</w:t>
            </w:r>
            <w:r w:rsidRPr="00DF5E0A">
              <w:rPr>
                <w:sz w:val="24"/>
                <w:szCs w:val="24"/>
              </w:rPr>
              <w:t>у</w:t>
            </w:r>
            <w:r w:rsidRPr="00DF5E0A">
              <w:rPr>
                <w:sz w:val="24"/>
                <w:szCs w:val="24"/>
              </w:rPr>
              <w:t>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2 905,8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2 906,5</w:t>
            </w: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</w:p>
        </w:tc>
      </w:tr>
      <w:tr w:rsidR="00DF5E0A" w:rsidRPr="00DF5E0A" w:rsidTr="00DF5E0A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 w:rsidRPr="00DF5E0A">
              <w:rPr>
                <w:sz w:val="24"/>
                <w:szCs w:val="24"/>
              </w:rPr>
              <w:t>11.</w:t>
            </w:r>
          </w:p>
        </w:tc>
        <w:tc>
          <w:tcPr>
            <w:tcW w:w="5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F5E0A" w:rsidRPr="00DF5E0A" w:rsidRDefault="00DF5E0A" w:rsidP="00DF5E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F06C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52 7</w:t>
            </w:r>
            <w:r w:rsidR="00F06C2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E0A" w:rsidRPr="00DF5E0A" w:rsidRDefault="00DF5E0A" w:rsidP="00DF5E0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113 341,0»</w:t>
            </w:r>
          </w:p>
        </w:tc>
      </w:tr>
      <w:tr w:rsidR="00DF5E0A" w:rsidTr="00DF5E0A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E0A" w:rsidRDefault="00DF5E0A" w:rsidP="00DF5E0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5E0A" w:rsidTr="00DF5E0A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E0A" w:rsidRDefault="00DF5E0A" w:rsidP="00DF5E0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5E0A" w:rsidTr="00DF5E0A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E0A" w:rsidRDefault="00DF5E0A" w:rsidP="00DF5E0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5E0A" w:rsidTr="00DF5E0A"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Default="00DF5E0A" w:rsidP="00DF5E0A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E0A" w:rsidRDefault="00DF5E0A" w:rsidP="00DF5E0A">
            <w:pPr>
              <w:rPr>
                <w:szCs w:val="28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E0A" w:rsidRDefault="00DF5E0A" w:rsidP="00DF5E0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</w:t>
            </w:r>
            <w:proofErr w:type="spellStart"/>
            <w:r>
              <w:rPr>
                <w:szCs w:val="28"/>
              </w:rPr>
              <w:t>Богодистов</w:t>
            </w:r>
            <w:proofErr w:type="spellEnd"/>
            <w:r>
              <w:rPr>
                <w:szCs w:val="28"/>
              </w:rPr>
              <w:t xml:space="preserve"> </w:t>
            </w:r>
          </w:p>
        </w:tc>
      </w:tr>
    </w:tbl>
    <w:p w:rsidR="00DF5E0A" w:rsidRPr="005C0EDD" w:rsidRDefault="00DF5E0A" w:rsidP="00DF5E0A"/>
    <w:p w:rsidR="002500BB" w:rsidRPr="00DF5E0A" w:rsidRDefault="002500BB" w:rsidP="00DF5E0A">
      <w:bookmarkStart w:id="0" w:name="_GoBack"/>
      <w:bookmarkEnd w:id="0"/>
    </w:p>
    <w:sectPr w:rsidR="002500BB" w:rsidRPr="00DF5E0A" w:rsidSect="00DF5E0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0A" w:rsidRDefault="00DF5E0A" w:rsidP="00E12559">
      <w:r>
        <w:separator/>
      </w:r>
    </w:p>
  </w:endnote>
  <w:endnote w:type="continuationSeparator" w:id="0">
    <w:p w:rsidR="00DF5E0A" w:rsidRDefault="00DF5E0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0A" w:rsidRDefault="00DF5E0A" w:rsidP="00E12559">
      <w:r>
        <w:separator/>
      </w:r>
    </w:p>
  </w:footnote>
  <w:footnote w:type="continuationSeparator" w:id="0">
    <w:p w:rsidR="00DF5E0A" w:rsidRDefault="00DF5E0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DF5E0A" w:rsidRDefault="00DF5E0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6C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F5E0A" w:rsidRDefault="00DF5E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0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1D5E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DF5E0A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06C21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4F5A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RAS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18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3</cp:revision>
  <dcterms:created xsi:type="dcterms:W3CDTF">2019-10-14T08:14:00Z</dcterms:created>
  <dcterms:modified xsi:type="dcterms:W3CDTF">2019-10-14T11:51:00Z</dcterms:modified>
</cp:coreProperties>
</file>